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E17E0C" w:rsidRDefault="00BD1559" w:rsidP="00744C8B">
      <w:pPr>
        <w:spacing w:line="360" w:lineRule="auto"/>
        <w:rPr>
          <w:b/>
          <w:i/>
          <w:sz w:val="28"/>
          <w:szCs w:val="28"/>
        </w:rPr>
      </w:pPr>
    </w:p>
    <w:p w:rsidR="00BD1559" w:rsidRPr="00E17E0C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E17E0C">
        <w:rPr>
          <w:b/>
          <w:i/>
          <w:sz w:val="28"/>
          <w:szCs w:val="28"/>
        </w:rPr>
        <w:t>ANTEMASURATOAREA LUCRARILOR</w:t>
      </w:r>
    </w:p>
    <w:p w:rsidR="00BD1559" w:rsidRPr="00E17E0C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E17E0C">
        <w:rPr>
          <w:b/>
          <w:i/>
          <w:sz w:val="28"/>
          <w:szCs w:val="28"/>
        </w:rPr>
        <w:t>Reabilitare</w:t>
      </w:r>
      <w:r w:rsidR="00C14880" w:rsidRPr="00E17E0C">
        <w:rPr>
          <w:b/>
          <w:i/>
          <w:sz w:val="28"/>
          <w:szCs w:val="28"/>
        </w:rPr>
        <w:t xml:space="preserve"> sistem rutier</w:t>
      </w:r>
      <w:r w:rsidR="0018238E" w:rsidRPr="00E17E0C">
        <w:rPr>
          <w:b/>
          <w:i/>
          <w:sz w:val="28"/>
          <w:szCs w:val="28"/>
        </w:rPr>
        <w:t>,</w:t>
      </w:r>
      <w:r w:rsidRPr="00E17E0C">
        <w:rPr>
          <w:b/>
          <w:i/>
          <w:sz w:val="28"/>
          <w:szCs w:val="28"/>
        </w:rPr>
        <w:t xml:space="preserve"> Strada </w:t>
      </w:r>
      <w:r w:rsidR="007C280B" w:rsidRPr="00E17E0C">
        <w:rPr>
          <w:b/>
          <w:i/>
          <w:sz w:val="28"/>
          <w:szCs w:val="28"/>
        </w:rPr>
        <w:t>Nera</w:t>
      </w:r>
    </w:p>
    <w:p w:rsidR="00BD1559" w:rsidRPr="00E17E0C" w:rsidRDefault="00BD1559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ab/>
      </w:r>
    </w:p>
    <w:p w:rsidR="00BD1559" w:rsidRPr="00E17E0C" w:rsidRDefault="00BD1559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ab/>
        <w:t>Date initiale:</w:t>
      </w:r>
    </w:p>
    <w:p w:rsidR="00BD1559" w:rsidRPr="00E17E0C" w:rsidRDefault="00DB689D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>Lungime strada</w:t>
      </w:r>
      <w:r w:rsidR="00BD1559" w:rsidRPr="00E17E0C">
        <w:rPr>
          <w:sz w:val="24"/>
          <w:szCs w:val="24"/>
        </w:rPr>
        <w:t xml:space="preserve"> = </w:t>
      </w:r>
      <w:r w:rsidR="007C280B" w:rsidRPr="00E17E0C">
        <w:rPr>
          <w:sz w:val="24"/>
          <w:szCs w:val="24"/>
        </w:rPr>
        <w:t>638</w:t>
      </w:r>
      <w:r w:rsidR="00BD1559" w:rsidRPr="00E17E0C">
        <w:rPr>
          <w:sz w:val="24"/>
          <w:szCs w:val="24"/>
        </w:rPr>
        <w:t xml:space="preserve"> m;</w:t>
      </w:r>
    </w:p>
    <w:p w:rsidR="00BD1559" w:rsidRPr="00E17E0C" w:rsidRDefault="009811F1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>Suprafata carosabila</w:t>
      </w:r>
      <w:r w:rsidR="00BD1559" w:rsidRPr="00E17E0C">
        <w:rPr>
          <w:sz w:val="24"/>
          <w:szCs w:val="24"/>
        </w:rPr>
        <w:t xml:space="preserve"> = </w:t>
      </w:r>
      <w:r w:rsidR="007C280B" w:rsidRPr="00E17E0C">
        <w:rPr>
          <w:sz w:val="24"/>
          <w:szCs w:val="24"/>
        </w:rPr>
        <w:t>3762</w:t>
      </w:r>
      <w:r w:rsidR="00482778" w:rsidRPr="00E17E0C">
        <w:rPr>
          <w:sz w:val="24"/>
          <w:szCs w:val="24"/>
        </w:rPr>
        <w:t xml:space="preserve"> </w:t>
      </w:r>
      <w:r w:rsidR="00BD1559" w:rsidRPr="00E17E0C">
        <w:rPr>
          <w:sz w:val="24"/>
          <w:szCs w:val="24"/>
        </w:rPr>
        <w:t>m</w:t>
      </w:r>
      <w:r w:rsidRPr="00E17E0C">
        <w:rPr>
          <w:sz w:val="24"/>
          <w:szCs w:val="24"/>
        </w:rPr>
        <w:t>p</w:t>
      </w:r>
      <w:r w:rsidR="00F26ECB" w:rsidRPr="00E17E0C">
        <w:rPr>
          <w:sz w:val="24"/>
          <w:szCs w:val="24"/>
        </w:rPr>
        <w:t>;</w:t>
      </w:r>
      <w:r w:rsidR="00EA5D7A" w:rsidRPr="00E17E0C">
        <w:rPr>
          <w:sz w:val="24"/>
          <w:szCs w:val="24"/>
        </w:rPr>
        <w:tab/>
      </w:r>
    </w:p>
    <w:p w:rsidR="009811F1" w:rsidRPr="00E17E0C" w:rsidRDefault="00EA5D7A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 xml:space="preserve">L borduri mari = </w:t>
      </w:r>
      <w:r w:rsidR="00F6142E" w:rsidRPr="00E17E0C">
        <w:rPr>
          <w:sz w:val="24"/>
          <w:szCs w:val="24"/>
        </w:rPr>
        <w:t>1550</w:t>
      </w:r>
      <w:r w:rsidR="000D4E7C" w:rsidRPr="00E17E0C">
        <w:rPr>
          <w:sz w:val="24"/>
          <w:szCs w:val="24"/>
        </w:rPr>
        <w:t xml:space="preserve"> </w:t>
      </w:r>
      <w:r w:rsidR="009811F1" w:rsidRPr="00E17E0C">
        <w:rPr>
          <w:sz w:val="24"/>
          <w:szCs w:val="24"/>
        </w:rPr>
        <w:t>ml</w:t>
      </w:r>
      <w:r w:rsidR="00F26ECB" w:rsidRPr="00E17E0C">
        <w:rPr>
          <w:sz w:val="24"/>
          <w:szCs w:val="24"/>
        </w:rPr>
        <w:t>;</w:t>
      </w:r>
    </w:p>
    <w:p w:rsidR="009811F1" w:rsidRPr="00E17E0C" w:rsidRDefault="009811F1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 xml:space="preserve">L borduri mici = </w:t>
      </w:r>
      <w:r w:rsidR="007C280B" w:rsidRPr="00E17E0C">
        <w:rPr>
          <w:sz w:val="24"/>
          <w:szCs w:val="24"/>
        </w:rPr>
        <w:t>925</w:t>
      </w:r>
      <w:r w:rsidR="000D4E7C" w:rsidRPr="00E17E0C">
        <w:rPr>
          <w:sz w:val="24"/>
          <w:szCs w:val="24"/>
        </w:rPr>
        <w:t xml:space="preserve"> ml</w:t>
      </w:r>
      <w:r w:rsidR="00F26ECB" w:rsidRPr="00E17E0C">
        <w:rPr>
          <w:sz w:val="24"/>
          <w:szCs w:val="24"/>
        </w:rPr>
        <w:t>;</w:t>
      </w:r>
    </w:p>
    <w:p w:rsidR="00F26ECB" w:rsidRPr="00E17E0C" w:rsidRDefault="00BD1559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 xml:space="preserve">Suprafata </w:t>
      </w:r>
      <w:r w:rsidR="009811F1" w:rsidRPr="00E17E0C">
        <w:rPr>
          <w:sz w:val="24"/>
          <w:szCs w:val="24"/>
        </w:rPr>
        <w:t>trotuar</w:t>
      </w:r>
      <w:r w:rsidRPr="00E17E0C">
        <w:rPr>
          <w:sz w:val="24"/>
          <w:szCs w:val="24"/>
        </w:rPr>
        <w:t xml:space="preserve"> = </w:t>
      </w:r>
      <w:r w:rsidR="0037714A" w:rsidRPr="00E17E0C">
        <w:rPr>
          <w:sz w:val="24"/>
          <w:szCs w:val="24"/>
        </w:rPr>
        <w:t>1</w:t>
      </w:r>
      <w:r w:rsidR="007C280B" w:rsidRPr="00E17E0C">
        <w:rPr>
          <w:sz w:val="24"/>
          <w:szCs w:val="24"/>
        </w:rPr>
        <w:t>434</w:t>
      </w:r>
      <w:r w:rsidRPr="00E17E0C">
        <w:rPr>
          <w:sz w:val="24"/>
          <w:szCs w:val="24"/>
        </w:rPr>
        <w:t xml:space="preserve"> m</w:t>
      </w:r>
      <w:r w:rsidR="009811F1" w:rsidRPr="00E17E0C">
        <w:rPr>
          <w:sz w:val="24"/>
          <w:szCs w:val="24"/>
        </w:rPr>
        <w:t>p</w:t>
      </w:r>
      <w:r w:rsidR="00EA5D7A" w:rsidRPr="00E17E0C">
        <w:rPr>
          <w:sz w:val="24"/>
          <w:szCs w:val="24"/>
        </w:rPr>
        <w:t>;</w:t>
      </w:r>
    </w:p>
    <w:p w:rsidR="00E84BD9" w:rsidRPr="00E17E0C" w:rsidRDefault="00E84BD9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 xml:space="preserve">Suprafata parcari = </w:t>
      </w:r>
      <w:r w:rsidR="00F6142E" w:rsidRPr="00E17E0C">
        <w:rPr>
          <w:sz w:val="24"/>
          <w:szCs w:val="24"/>
        </w:rPr>
        <w:t>1810</w:t>
      </w:r>
      <w:r w:rsidRPr="00E17E0C">
        <w:rPr>
          <w:sz w:val="24"/>
          <w:szCs w:val="24"/>
        </w:rPr>
        <w:t xml:space="preserve"> mp;</w:t>
      </w:r>
    </w:p>
    <w:p w:rsidR="00EA5D7A" w:rsidRPr="00E17E0C" w:rsidRDefault="00EA5D7A" w:rsidP="00BD1559">
      <w:pPr>
        <w:spacing w:line="360" w:lineRule="auto"/>
        <w:rPr>
          <w:sz w:val="24"/>
          <w:szCs w:val="24"/>
        </w:rPr>
      </w:pPr>
      <w:r w:rsidRPr="00E17E0C">
        <w:rPr>
          <w:sz w:val="24"/>
          <w:szCs w:val="24"/>
        </w:rPr>
        <w:t>Suprafata</w:t>
      </w:r>
      <w:r w:rsidR="003B548F" w:rsidRPr="00E17E0C">
        <w:rPr>
          <w:sz w:val="24"/>
          <w:szCs w:val="24"/>
        </w:rPr>
        <w:t xml:space="preserve"> strazi</w:t>
      </w:r>
      <w:r w:rsidRPr="00E17E0C">
        <w:rPr>
          <w:sz w:val="24"/>
          <w:szCs w:val="24"/>
        </w:rPr>
        <w:t xml:space="preserve"> laterale = </w:t>
      </w:r>
      <w:r w:rsidR="007C280B" w:rsidRPr="00E17E0C">
        <w:rPr>
          <w:sz w:val="24"/>
          <w:szCs w:val="24"/>
        </w:rPr>
        <w:t>249</w:t>
      </w:r>
      <w:r w:rsidRPr="00E17E0C">
        <w:rPr>
          <w:sz w:val="24"/>
          <w:szCs w:val="24"/>
        </w:rPr>
        <w:t xml:space="preserve"> mp;</w:t>
      </w:r>
    </w:p>
    <w:p w:rsidR="00EA5D7A" w:rsidRPr="00E17E0C" w:rsidRDefault="00EA5D7A" w:rsidP="00BD1559">
      <w:pPr>
        <w:spacing w:line="360" w:lineRule="auto"/>
        <w:rPr>
          <w:sz w:val="24"/>
          <w:szCs w:val="24"/>
        </w:rPr>
      </w:pPr>
    </w:p>
    <w:p w:rsidR="00BD1559" w:rsidRPr="00E17E0C" w:rsidRDefault="009811F1" w:rsidP="00BD1559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32"/>
          <w:szCs w:val="32"/>
        </w:rPr>
        <w:t>Lucrari la partea carosabila</w:t>
      </w:r>
    </w:p>
    <w:p w:rsidR="009811F1" w:rsidRPr="00E17E0C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E17E0C" w:rsidRDefault="00856787" w:rsidP="006A745B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Spargerea si desfacerea structurii asfaltice la partea carosabila cu ciocanul pneumatic</w:t>
      </w:r>
      <w:r w:rsidR="006A745B" w:rsidRPr="00E17E0C">
        <w:rPr>
          <w:sz w:val="24"/>
          <w:szCs w:val="24"/>
        </w:rPr>
        <w:t xml:space="preserve">    </w:t>
      </w:r>
      <w:r w:rsidR="00ED774A" w:rsidRPr="00E17E0C">
        <w:rPr>
          <w:sz w:val="24"/>
          <w:szCs w:val="24"/>
        </w:rPr>
        <w:t>377</w:t>
      </w:r>
      <w:r w:rsidRPr="00E17E0C">
        <w:rPr>
          <w:sz w:val="24"/>
          <w:szCs w:val="24"/>
        </w:rPr>
        <w:t xml:space="preserve"> mc</w:t>
      </w:r>
    </w:p>
    <w:p w:rsidR="005207C6" w:rsidRPr="00E17E0C" w:rsidRDefault="00ED774A" w:rsidP="005207C6">
      <w:pPr>
        <w:pStyle w:val="ListParagraph"/>
        <w:spacing w:line="360" w:lineRule="auto"/>
        <w:ind w:left="1260" w:right="9" w:firstLine="18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3762 x 0.1</w:t>
      </w:r>
      <w:r w:rsidR="005207C6" w:rsidRPr="00E17E0C">
        <w:rPr>
          <w:sz w:val="24"/>
          <w:szCs w:val="24"/>
        </w:rPr>
        <w:t xml:space="preserve"> = </w:t>
      </w:r>
      <w:r w:rsidRPr="00E17E0C">
        <w:rPr>
          <w:sz w:val="24"/>
          <w:szCs w:val="24"/>
        </w:rPr>
        <w:t>376.2</w:t>
      </w:r>
      <w:r w:rsidR="000C47FA" w:rsidRPr="00E17E0C">
        <w:rPr>
          <w:sz w:val="24"/>
          <w:szCs w:val="24"/>
        </w:rPr>
        <w:t xml:space="preserve"> mc</w:t>
      </w:r>
    </w:p>
    <w:p w:rsidR="00885412" w:rsidRPr="00E17E0C" w:rsidRDefault="00885412" w:rsidP="00D60E0F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Sapatura pana la cota de fundare</w:t>
      </w:r>
      <w:r w:rsidR="000C47FA" w:rsidRPr="00E17E0C">
        <w:rPr>
          <w:sz w:val="24"/>
          <w:szCs w:val="24"/>
        </w:rPr>
        <w:tab/>
      </w:r>
      <w:r w:rsidR="000C47FA" w:rsidRPr="00E17E0C">
        <w:rPr>
          <w:sz w:val="24"/>
          <w:szCs w:val="24"/>
        </w:rPr>
        <w:tab/>
      </w:r>
      <w:r w:rsidR="000C47FA" w:rsidRPr="00E17E0C">
        <w:rPr>
          <w:sz w:val="24"/>
          <w:szCs w:val="24"/>
        </w:rPr>
        <w:tab/>
      </w:r>
      <w:r w:rsidR="000C47FA" w:rsidRPr="00E17E0C">
        <w:rPr>
          <w:sz w:val="24"/>
          <w:szCs w:val="24"/>
        </w:rPr>
        <w:tab/>
      </w:r>
      <w:r w:rsidR="000C47FA" w:rsidRPr="00E17E0C">
        <w:rPr>
          <w:sz w:val="24"/>
          <w:szCs w:val="24"/>
        </w:rPr>
        <w:tab/>
      </w:r>
      <w:r w:rsidR="000C47FA" w:rsidRPr="00E17E0C">
        <w:rPr>
          <w:sz w:val="24"/>
          <w:szCs w:val="24"/>
        </w:rPr>
        <w:tab/>
      </w:r>
      <w:r w:rsidR="000C47FA" w:rsidRPr="00E17E0C">
        <w:rPr>
          <w:sz w:val="24"/>
          <w:szCs w:val="24"/>
        </w:rPr>
        <w:tab/>
        <w:t xml:space="preserve">       2</w:t>
      </w:r>
      <w:r w:rsidR="00ED774A" w:rsidRPr="00E17E0C">
        <w:rPr>
          <w:sz w:val="24"/>
          <w:szCs w:val="24"/>
        </w:rPr>
        <w:t>220</w:t>
      </w:r>
      <w:r w:rsidR="000C47FA" w:rsidRPr="00E17E0C">
        <w:rPr>
          <w:sz w:val="24"/>
          <w:szCs w:val="24"/>
        </w:rPr>
        <w:t xml:space="preserve"> mc</w:t>
      </w:r>
    </w:p>
    <w:p w:rsidR="00885412" w:rsidRPr="00E17E0C" w:rsidRDefault="00ED774A" w:rsidP="005207C6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3762</w:t>
      </w:r>
      <w:r w:rsidR="00885412" w:rsidRPr="00E17E0C">
        <w:rPr>
          <w:sz w:val="24"/>
          <w:szCs w:val="24"/>
        </w:rPr>
        <w:t xml:space="preserve"> x </w:t>
      </w:r>
      <w:r w:rsidRPr="00E17E0C">
        <w:rPr>
          <w:sz w:val="24"/>
          <w:szCs w:val="24"/>
        </w:rPr>
        <w:t>0.59</w:t>
      </w:r>
      <w:r w:rsidR="005207C6" w:rsidRPr="00E17E0C">
        <w:rPr>
          <w:sz w:val="24"/>
          <w:szCs w:val="24"/>
        </w:rPr>
        <w:t xml:space="preserve"> = </w:t>
      </w:r>
      <w:r w:rsidRPr="00E17E0C">
        <w:rPr>
          <w:sz w:val="24"/>
          <w:szCs w:val="24"/>
        </w:rPr>
        <w:t>2219.58</w:t>
      </w:r>
      <w:r w:rsidR="005207C6" w:rsidRPr="00E17E0C">
        <w:rPr>
          <w:sz w:val="24"/>
          <w:szCs w:val="24"/>
        </w:rPr>
        <w:t xml:space="preserve"> mc</w:t>
      </w:r>
    </w:p>
    <w:p w:rsidR="00A01A10" w:rsidRPr="00E17E0C" w:rsidRDefault="00A01A10" w:rsidP="00A01A1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Substrat de nisip, 10 cm grosime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8A2E7F" w:rsidRPr="00E17E0C">
        <w:rPr>
          <w:sz w:val="24"/>
          <w:szCs w:val="24"/>
        </w:rPr>
        <w:tab/>
        <w:t xml:space="preserve">          </w:t>
      </w:r>
      <w:r w:rsidR="00CD16FA" w:rsidRPr="00E17E0C">
        <w:rPr>
          <w:sz w:val="24"/>
          <w:szCs w:val="24"/>
        </w:rPr>
        <w:t>377</w:t>
      </w:r>
      <w:r w:rsidRPr="00E17E0C">
        <w:rPr>
          <w:sz w:val="24"/>
          <w:szCs w:val="24"/>
        </w:rPr>
        <w:t>mc</w:t>
      </w:r>
    </w:p>
    <w:p w:rsidR="00A01A10" w:rsidRPr="00E17E0C" w:rsidRDefault="00CD16FA" w:rsidP="00A01A1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3762</w:t>
      </w:r>
      <w:r w:rsidR="00A01A10" w:rsidRPr="00E17E0C">
        <w:rPr>
          <w:sz w:val="24"/>
          <w:szCs w:val="24"/>
        </w:rPr>
        <w:t xml:space="preserve"> x 0.10 = </w:t>
      </w:r>
      <w:r w:rsidRPr="00E17E0C">
        <w:rPr>
          <w:sz w:val="24"/>
          <w:szCs w:val="24"/>
        </w:rPr>
        <w:t>376.2</w:t>
      </w:r>
      <w:r w:rsidR="00A01A10" w:rsidRPr="00E17E0C">
        <w:rPr>
          <w:sz w:val="24"/>
          <w:szCs w:val="24"/>
        </w:rPr>
        <w:t xml:space="preserve"> mc</w:t>
      </w:r>
    </w:p>
    <w:p w:rsidR="00A01A10" w:rsidRPr="00E17E0C" w:rsidRDefault="00A01A10" w:rsidP="00A01A1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Fundatie de balast, 25 cm grosime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8A2E7F" w:rsidRPr="00E17E0C">
        <w:rPr>
          <w:sz w:val="24"/>
          <w:szCs w:val="24"/>
        </w:rPr>
        <w:tab/>
        <w:t xml:space="preserve">          </w:t>
      </w:r>
      <w:r w:rsidR="00CD16FA" w:rsidRPr="00E17E0C">
        <w:rPr>
          <w:sz w:val="24"/>
          <w:szCs w:val="24"/>
        </w:rPr>
        <w:t>941</w:t>
      </w:r>
      <w:r w:rsidRPr="00E17E0C">
        <w:rPr>
          <w:sz w:val="24"/>
          <w:szCs w:val="24"/>
        </w:rPr>
        <w:t xml:space="preserve"> mc</w:t>
      </w:r>
    </w:p>
    <w:p w:rsidR="00A01A10" w:rsidRPr="00E17E0C" w:rsidRDefault="00CD16FA" w:rsidP="00A01A1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3762</w:t>
      </w:r>
      <w:r w:rsidR="00A01A10" w:rsidRPr="00E17E0C">
        <w:rPr>
          <w:sz w:val="24"/>
          <w:szCs w:val="24"/>
        </w:rPr>
        <w:t xml:space="preserve"> x 0.25 = </w:t>
      </w:r>
      <w:r w:rsidRPr="00E17E0C">
        <w:rPr>
          <w:sz w:val="24"/>
          <w:szCs w:val="24"/>
        </w:rPr>
        <w:t>940.5</w:t>
      </w:r>
      <w:r w:rsidR="00A01A10" w:rsidRPr="00E17E0C">
        <w:rPr>
          <w:sz w:val="24"/>
          <w:szCs w:val="24"/>
        </w:rPr>
        <w:t xml:space="preserve"> mc</w:t>
      </w:r>
    </w:p>
    <w:p w:rsidR="009811F1" w:rsidRPr="00E17E0C" w:rsidRDefault="00744C8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piat</w:t>
      </w:r>
      <w:r w:rsidR="00481767" w:rsidRPr="00E17E0C">
        <w:rPr>
          <w:sz w:val="24"/>
          <w:szCs w:val="24"/>
        </w:rPr>
        <w:t xml:space="preserve">ra sparta, </w:t>
      </w:r>
      <w:r w:rsidR="008A2E7F" w:rsidRPr="00E17E0C">
        <w:rPr>
          <w:sz w:val="24"/>
          <w:szCs w:val="24"/>
        </w:rPr>
        <w:t>15</w:t>
      </w:r>
      <w:r w:rsidR="00481767" w:rsidRPr="00E17E0C">
        <w:rPr>
          <w:sz w:val="24"/>
          <w:szCs w:val="24"/>
        </w:rPr>
        <w:t xml:space="preserve"> cm grosime</w:t>
      </w:r>
      <w:r w:rsidR="00481767" w:rsidRPr="00E17E0C">
        <w:rPr>
          <w:sz w:val="24"/>
          <w:szCs w:val="24"/>
        </w:rPr>
        <w:tab/>
      </w:r>
      <w:r w:rsidR="00481767" w:rsidRPr="00E17E0C">
        <w:rPr>
          <w:sz w:val="24"/>
          <w:szCs w:val="24"/>
        </w:rPr>
        <w:tab/>
      </w:r>
      <w:r w:rsidR="00481767" w:rsidRPr="00E17E0C">
        <w:rPr>
          <w:sz w:val="24"/>
          <w:szCs w:val="24"/>
        </w:rPr>
        <w:tab/>
      </w:r>
      <w:r w:rsidR="00481767" w:rsidRPr="00E17E0C">
        <w:rPr>
          <w:sz w:val="24"/>
          <w:szCs w:val="24"/>
        </w:rPr>
        <w:tab/>
      </w:r>
      <w:r w:rsidR="00481767" w:rsidRPr="00E17E0C">
        <w:rPr>
          <w:sz w:val="24"/>
          <w:szCs w:val="24"/>
        </w:rPr>
        <w:tab/>
      </w:r>
      <w:r w:rsidR="00481767" w:rsidRPr="00E17E0C">
        <w:rPr>
          <w:sz w:val="24"/>
          <w:szCs w:val="24"/>
        </w:rPr>
        <w:tab/>
      </w:r>
      <w:r w:rsidR="008A2E7F" w:rsidRPr="00E17E0C">
        <w:rPr>
          <w:sz w:val="24"/>
          <w:szCs w:val="24"/>
        </w:rPr>
        <w:t xml:space="preserve">          </w:t>
      </w:r>
      <w:r w:rsidR="00CD16FA" w:rsidRPr="00E17E0C">
        <w:rPr>
          <w:sz w:val="24"/>
          <w:szCs w:val="24"/>
        </w:rPr>
        <w:t>565</w:t>
      </w:r>
      <w:r w:rsidR="009811F1" w:rsidRPr="00E17E0C">
        <w:rPr>
          <w:sz w:val="24"/>
          <w:szCs w:val="24"/>
        </w:rPr>
        <w:t xml:space="preserve"> mc</w:t>
      </w:r>
    </w:p>
    <w:p w:rsidR="009811F1" w:rsidRPr="00E17E0C" w:rsidRDefault="00CD16FA" w:rsidP="00744C8B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3762</w:t>
      </w:r>
      <w:r w:rsidR="008A2E7F" w:rsidRPr="00E17E0C">
        <w:rPr>
          <w:sz w:val="24"/>
          <w:szCs w:val="24"/>
        </w:rPr>
        <w:t xml:space="preserve"> x 0.15</w:t>
      </w:r>
      <w:r w:rsidR="00481767" w:rsidRPr="00E17E0C">
        <w:rPr>
          <w:sz w:val="24"/>
          <w:szCs w:val="24"/>
        </w:rPr>
        <w:t xml:space="preserve"> = </w:t>
      </w:r>
      <w:r w:rsidRPr="00E17E0C">
        <w:rPr>
          <w:sz w:val="24"/>
          <w:szCs w:val="24"/>
        </w:rPr>
        <w:t>564.3</w:t>
      </w:r>
      <w:r w:rsidR="009811F1" w:rsidRPr="00E17E0C">
        <w:rPr>
          <w:sz w:val="24"/>
          <w:szCs w:val="24"/>
        </w:rPr>
        <w:t xml:space="preserve"> mc</w:t>
      </w:r>
    </w:p>
    <w:p w:rsidR="009811F1" w:rsidRPr="00E17E0C" w:rsidRDefault="009811F1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 xml:space="preserve">Curatare – amorsare 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151C5B" w:rsidRPr="00E17E0C">
        <w:rPr>
          <w:sz w:val="24"/>
          <w:szCs w:val="24"/>
        </w:rPr>
        <w:t xml:space="preserve">        </w:t>
      </w:r>
      <w:r w:rsidR="00CD16FA" w:rsidRPr="00E17E0C">
        <w:rPr>
          <w:sz w:val="24"/>
          <w:szCs w:val="24"/>
        </w:rPr>
        <w:t>3762</w:t>
      </w:r>
      <w:r w:rsidR="00744C8B" w:rsidRPr="00E17E0C">
        <w:rPr>
          <w:sz w:val="24"/>
          <w:szCs w:val="24"/>
        </w:rPr>
        <w:t xml:space="preserve"> </w:t>
      </w:r>
      <w:r w:rsidRPr="00E17E0C">
        <w:rPr>
          <w:sz w:val="24"/>
          <w:szCs w:val="24"/>
        </w:rPr>
        <w:t>mp</w:t>
      </w:r>
    </w:p>
    <w:p w:rsidR="00EF764B" w:rsidRPr="00E17E0C" w:rsidRDefault="00151C5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Asternere binder BAD 25, 5</w:t>
      </w:r>
      <w:r w:rsidR="00EF764B" w:rsidRPr="00E17E0C">
        <w:rPr>
          <w:sz w:val="24"/>
          <w:szCs w:val="24"/>
        </w:rPr>
        <w:t xml:space="preserve"> cm grosime </w:t>
      </w:r>
      <w:r w:rsidR="00EF764B" w:rsidRPr="00E17E0C">
        <w:rPr>
          <w:sz w:val="24"/>
          <w:szCs w:val="24"/>
        </w:rPr>
        <w:tab/>
      </w:r>
      <w:r w:rsidR="00EF764B" w:rsidRPr="00E17E0C">
        <w:rPr>
          <w:sz w:val="24"/>
          <w:szCs w:val="24"/>
        </w:rPr>
        <w:tab/>
      </w:r>
      <w:r w:rsidR="00EF764B" w:rsidRPr="00E17E0C">
        <w:rPr>
          <w:sz w:val="24"/>
          <w:szCs w:val="24"/>
        </w:rPr>
        <w:tab/>
      </w:r>
      <w:r w:rsidR="00EF764B" w:rsidRPr="00E17E0C">
        <w:rPr>
          <w:sz w:val="24"/>
          <w:szCs w:val="24"/>
        </w:rPr>
        <w:tab/>
      </w:r>
      <w:r w:rsidR="00EF764B" w:rsidRPr="00E17E0C">
        <w:rPr>
          <w:sz w:val="24"/>
          <w:szCs w:val="24"/>
        </w:rPr>
        <w:tab/>
      </w:r>
      <w:r w:rsidR="00744C8B"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CD16FA" w:rsidRPr="00E17E0C">
        <w:rPr>
          <w:sz w:val="24"/>
          <w:szCs w:val="24"/>
        </w:rPr>
        <w:t>452</w:t>
      </w:r>
      <w:r w:rsidR="00E70F73" w:rsidRPr="00E17E0C">
        <w:rPr>
          <w:sz w:val="24"/>
          <w:szCs w:val="24"/>
        </w:rPr>
        <w:t xml:space="preserve"> </w:t>
      </w:r>
      <w:r w:rsidR="00EF764B" w:rsidRPr="00E17E0C">
        <w:rPr>
          <w:sz w:val="24"/>
          <w:szCs w:val="24"/>
        </w:rPr>
        <w:t>t</w:t>
      </w:r>
    </w:p>
    <w:p w:rsidR="00EF764B" w:rsidRPr="00E17E0C" w:rsidRDefault="00CD16FA" w:rsidP="00A66DA8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3762</w:t>
      </w:r>
      <w:r w:rsidR="00151C5B" w:rsidRPr="00E17E0C">
        <w:rPr>
          <w:sz w:val="24"/>
          <w:szCs w:val="24"/>
        </w:rPr>
        <w:t xml:space="preserve"> x 0.05</w:t>
      </w:r>
      <w:r w:rsidR="00EF764B" w:rsidRPr="00E17E0C">
        <w:rPr>
          <w:sz w:val="24"/>
          <w:szCs w:val="24"/>
        </w:rPr>
        <w:t xml:space="preserve">  x 2.4 </w:t>
      </w:r>
      <w:r w:rsidR="00E70F73" w:rsidRPr="00E17E0C">
        <w:rPr>
          <w:sz w:val="24"/>
          <w:szCs w:val="24"/>
        </w:rPr>
        <w:t xml:space="preserve">= </w:t>
      </w:r>
      <w:r w:rsidRPr="00E17E0C">
        <w:rPr>
          <w:sz w:val="24"/>
          <w:szCs w:val="24"/>
        </w:rPr>
        <w:t>451.44</w:t>
      </w:r>
      <w:r w:rsidR="00EF764B" w:rsidRPr="00E17E0C">
        <w:rPr>
          <w:sz w:val="24"/>
          <w:szCs w:val="24"/>
        </w:rPr>
        <w:t xml:space="preserve"> t</w:t>
      </w:r>
    </w:p>
    <w:p w:rsidR="00EF764B" w:rsidRPr="00E17E0C" w:rsidRDefault="00EF764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Curatare – amorsare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744C8B" w:rsidRPr="00E17E0C">
        <w:rPr>
          <w:sz w:val="24"/>
          <w:szCs w:val="24"/>
        </w:rPr>
        <w:tab/>
      </w:r>
      <w:r w:rsidR="00151C5B" w:rsidRPr="00E17E0C">
        <w:rPr>
          <w:sz w:val="24"/>
          <w:szCs w:val="24"/>
        </w:rPr>
        <w:t xml:space="preserve">        </w:t>
      </w:r>
      <w:r w:rsidR="00CD16FA" w:rsidRPr="00E17E0C">
        <w:rPr>
          <w:sz w:val="24"/>
          <w:szCs w:val="24"/>
        </w:rPr>
        <w:t>3762</w:t>
      </w:r>
      <w:r w:rsidR="00744C8B" w:rsidRPr="00E17E0C">
        <w:rPr>
          <w:sz w:val="24"/>
          <w:szCs w:val="24"/>
        </w:rPr>
        <w:t xml:space="preserve"> </w:t>
      </w:r>
      <w:r w:rsidRPr="00E17E0C">
        <w:rPr>
          <w:sz w:val="24"/>
          <w:szCs w:val="24"/>
        </w:rPr>
        <w:t>mp</w:t>
      </w:r>
    </w:p>
    <w:p w:rsidR="00EF764B" w:rsidRPr="00E17E0C" w:rsidRDefault="00EF764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uzura BA16, h=4 cm grosime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744C8B" w:rsidRPr="00E17E0C">
        <w:rPr>
          <w:sz w:val="24"/>
          <w:szCs w:val="24"/>
        </w:rPr>
        <w:tab/>
      </w:r>
      <w:r w:rsidR="00151C5B" w:rsidRPr="00E17E0C">
        <w:rPr>
          <w:sz w:val="24"/>
          <w:szCs w:val="24"/>
        </w:rPr>
        <w:t xml:space="preserve">        </w:t>
      </w:r>
      <w:r w:rsidR="00CD16FA" w:rsidRPr="00E17E0C">
        <w:rPr>
          <w:sz w:val="24"/>
          <w:szCs w:val="24"/>
        </w:rPr>
        <w:t>3762</w:t>
      </w:r>
      <w:r w:rsidRPr="00E17E0C">
        <w:rPr>
          <w:sz w:val="24"/>
          <w:szCs w:val="24"/>
        </w:rPr>
        <w:t xml:space="preserve"> mp</w:t>
      </w:r>
    </w:p>
    <w:p w:rsidR="00BD1559" w:rsidRPr="00E17E0C" w:rsidRDefault="00BD1559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151C5B" w:rsidRPr="00E17E0C" w:rsidRDefault="00151C5B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A66DA8" w:rsidRPr="00E17E0C" w:rsidRDefault="00A66DA8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A66DA8" w:rsidRPr="00E17E0C" w:rsidRDefault="00A66DA8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EF764B" w:rsidRPr="00E17E0C" w:rsidRDefault="00BD1559" w:rsidP="00EF764B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24"/>
          <w:szCs w:val="24"/>
        </w:rPr>
        <w:lastRenderedPageBreak/>
        <w:tab/>
      </w:r>
      <w:r w:rsidR="00EF764B" w:rsidRPr="00E17E0C">
        <w:rPr>
          <w:sz w:val="32"/>
          <w:szCs w:val="32"/>
        </w:rPr>
        <w:t>Lucrari la trotuare</w:t>
      </w:r>
    </w:p>
    <w:p w:rsidR="00EF764B" w:rsidRPr="00E17E0C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E17E0C" w:rsidRDefault="00965454" w:rsidP="0096545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Spargerea si desfacerea structurii asfaltice la trotuare cu ciocanul pneumati</w:t>
      </w:r>
      <w:r w:rsidR="00D63110" w:rsidRPr="00E17E0C">
        <w:rPr>
          <w:sz w:val="24"/>
          <w:szCs w:val="24"/>
        </w:rPr>
        <w:t xml:space="preserve">c    </w:t>
      </w:r>
      <w:r w:rsidR="00D63110" w:rsidRPr="00E17E0C">
        <w:rPr>
          <w:sz w:val="24"/>
          <w:szCs w:val="24"/>
        </w:rPr>
        <w:tab/>
      </w:r>
      <w:r w:rsidR="00D63110" w:rsidRPr="00E17E0C">
        <w:rPr>
          <w:sz w:val="24"/>
          <w:szCs w:val="24"/>
        </w:rPr>
        <w:tab/>
        <w:t xml:space="preserve"> </w:t>
      </w:r>
      <w:r w:rsidR="00EC035D" w:rsidRPr="00E17E0C">
        <w:rPr>
          <w:sz w:val="24"/>
          <w:szCs w:val="24"/>
        </w:rPr>
        <w:t>44</w:t>
      </w:r>
      <w:r w:rsidRPr="00E17E0C">
        <w:rPr>
          <w:sz w:val="24"/>
          <w:szCs w:val="24"/>
        </w:rPr>
        <w:t xml:space="preserve"> mc</w:t>
      </w:r>
    </w:p>
    <w:p w:rsidR="00965454" w:rsidRPr="00E17E0C" w:rsidRDefault="00D63110" w:rsidP="00965454">
      <w:pPr>
        <w:pStyle w:val="ListParagraph"/>
        <w:spacing w:line="360" w:lineRule="auto"/>
        <w:ind w:left="1260" w:right="9" w:firstLine="18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</w:t>
      </w:r>
      <w:r w:rsidR="00EC035D" w:rsidRPr="00E17E0C">
        <w:rPr>
          <w:sz w:val="24"/>
          <w:szCs w:val="24"/>
        </w:rPr>
        <w:t>434 x 0.03 = 43.02</w:t>
      </w:r>
      <w:r w:rsidR="00965454" w:rsidRPr="00E17E0C">
        <w:rPr>
          <w:sz w:val="24"/>
          <w:szCs w:val="24"/>
        </w:rPr>
        <w:t xml:space="preserve"> mc</w:t>
      </w:r>
    </w:p>
    <w:p w:rsidR="00965454" w:rsidRPr="00E17E0C" w:rsidRDefault="00965454" w:rsidP="0096545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Sapatura pana la cota de fundare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D63110" w:rsidRPr="00E17E0C">
        <w:rPr>
          <w:sz w:val="24"/>
          <w:szCs w:val="24"/>
        </w:rPr>
        <w:tab/>
      </w:r>
      <w:r w:rsidR="00D63110" w:rsidRPr="00E17E0C">
        <w:rPr>
          <w:sz w:val="24"/>
          <w:szCs w:val="24"/>
        </w:rPr>
        <w:tab/>
      </w:r>
      <w:r w:rsidR="00D63110" w:rsidRPr="00E17E0C">
        <w:rPr>
          <w:sz w:val="24"/>
          <w:szCs w:val="24"/>
        </w:rPr>
        <w:tab/>
      </w:r>
      <w:r w:rsidR="00D63110" w:rsidRPr="00E17E0C">
        <w:rPr>
          <w:sz w:val="24"/>
          <w:szCs w:val="24"/>
        </w:rPr>
        <w:tab/>
        <w:t xml:space="preserve">      </w:t>
      </w:r>
      <w:r w:rsidR="00D63110" w:rsidRPr="00E17E0C">
        <w:rPr>
          <w:sz w:val="24"/>
          <w:szCs w:val="24"/>
        </w:rPr>
        <w:tab/>
      </w:r>
      <w:r w:rsidR="002446EA" w:rsidRPr="00E17E0C">
        <w:rPr>
          <w:sz w:val="24"/>
          <w:szCs w:val="24"/>
        </w:rPr>
        <w:t>402</w:t>
      </w:r>
      <w:r w:rsidRPr="00E17E0C">
        <w:rPr>
          <w:sz w:val="24"/>
          <w:szCs w:val="24"/>
        </w:rPr>
        <w:t xml:space="preserve"> mc</w:t>
      </w:r>
    </w:p>
    <w:p w:rsidR="00965454" w:rsidRPr="00E17E0C" w:rsidRDefault="002446EA" w:rsidP="00965454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1434 x 0.28</w:t>
      </w:r>
      <w:r w:rsidR="00D63110" w:rsidRPr="00E17E0C">
        <w:rPr>
          <w:sz w:val="24"/>
          <w:szCs w:val="24"/>
        </w:rPr>
        <w:t xml:space="preserve"> = </w:t>
      </w:r>
      <w:r w:rsidRPr="00E17E0C">
        <w:rPr>
          <w:sz w:val="24"/>
          <w:szCs w:val="24"/>
        </w:rPr>
        <w:t>401.52</w:t>
      </w:r>
      <w:r w:rsidR="00965454" w:rsidRPr="00E17E0C">
        <w:rPr>
          <w:sz w:val="24"/>
          <w:szCs w:val="24"/>
        </w:rPr>
        <w:t xml:space="preserve"> mc</w:t>
      </w:r>
    </w:p>
    <w:p w:rsidR="002567E4" w:rsidRPr="00E17E0C" w:rsidRDefault="002567E4" w:rsidP="002567E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Fundatie de balast</w:t>
      </w:r>
      <w:r w:rsidR="00D733F8" w:rsidRPr="00E17E0C">
        <w:rPr>
          <w:sz w:val="24"/>
          <w:szCs w:val="24"/>
        </w:rPr>
        <w:t>, 15 cm grosime</w:t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  <w:t xml:space="preserve">      </w:t>
      </w:r>
      <w:r w:rsidR="00D733F8" w:rsidRPr="00E17E0C">
        <w:rPr>
          <w:sz w:val="24"/>
          <w:szCs w:val="24"/>
        </w:rPr>
        <w:tab/>
        <w:t>216</w:t>
      </w:r>
      <w:r w:rsidRPr="00E17E0C">
        <w:rPr>
          <w:sz w:val="24"/>
          <w:szCs w:val="24"/>
        </w:rPr>
        <w:t xml:space="preserve"> mc</w:t>
      </w:r>
    </w:p>
    <w:p w:rsidR="002567E4" w:rsidRPr="00E17E0C" w:rsidRDefault="002446EA" w:rsidP="002567E4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1434</w:t>
      </w:r>
      <w:r w:rsidR="002567E4" w:rsidRPr="00E17E0C">
        <w:rPr>
          <w:sz w:val="24"/>
          <w:szCs w:val="24"/>
        </w:rPr>
        <w:t xml:space="preserve"> x 0.15 = </w:t>
      </w:r>
      <w:r w:rsidR="00D733F8" w:rsidRPr="00E17E0C">
        <w:rPr>
          <w:sz w:val="24"/>
          <w:szCs w:val="24"/>
        </w:rPr>
        <w:t>215.1</w:t>
      </w:r>
      <w:r w:rsidR="002567E4" w:rsidRPr="00E17E0C">
        <w:rPr>
          <w:sz w:val="24"/>
          <w:szCs w:val="24"/>
        </w:rPr>
        <w:t xml:space="preserve"> mc</w:t>
      </w:r>
    </w:p>
    <w:p w:rsidR="002567E4" w:rsidRPr="00E17E0C" w:rsidRDefault="002567E4" w:rsidP="002567E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beton C8/10</w:t>
      </w:r>
      <w:r w:rsidR="00D733F8" w:rsidRPr="00E17E0C">
        <w:rPr>
          <w:sz w:val="24"/>
          <w:szCs w:val="24"/>
        </w:rPr>
        <w:t>, 10 cm grosime</w:t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  <w:t xml:space="preserve">      </w:t>
      </w:r>
      <w:r w:rsidR="00D733F8" w:rsidRPr="00E17E0C">
        <w:rPr>
          <w:sz w:val="24"/>
          <w:szCs w:val="24"/>
        </w:rPr>
        <w:tab/>
        <w:t>144</w:t>
      </w:r>
      <w:r w:rsidRPr="00E17E0C">
        <w:rPr>
          <w:sz w:val="24"/>
          <w:szCs w:val="24"/>
        </w:rPr>
        <w:t xml:space="preserve"> mc</w:t>
      </w:r>
    </w:p>
    <w:p w:rsidR="002567E4" w:rsidRPr="00E17E0C" w:rsidRDefault="002446EA" w:rsidP="002567E4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1434</w:t>
      </w:r>
      <w:r w:rsidR="00D733F8" w:rsidRPr="00E17E0C">
        <w:rPr>
          <w:sz w:val="24"/>
          <w:szCs w:val="24"/>
        </w:rPr>
        <w:t xml:space="preserve"> x 0.10 = 143.4</w:t>
      </w:r>
      <w:r w:rsidR="002567E4" w:rsidRPr="00E17E0C">
        <w:rPr>
          <w:sz w:val="24"/>
          <w:szCs w:val="24"/>
        </w:rPr>
        <w:t xml:space="preserve"> mc</w:t>
      </w:r>
    </w:p>
    <w:p w:rsidR="0053629B" w:rsidRPr="00E17E0C" w:rsidRDefault="00D63110" w:rsidP="0053629B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uzura BA8, 3</w:t>
      </w:r>
      <w:r w:rsidR="00D733F8" w:rsidRPr="00E17E0C">
        <w:rPr>
          <w:sz w:val="24"/>
          <w:szCs w:val="24"/>
        </w:rPr>
        <w:t xml:space="preserve"> cm grosime</w:t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</w:r>
      <w:r w:rsidR="00D733F8" w:rsidRPr="00E17E0C">
        <w:rPr>
          <w:sz w:val="24"/>
          <w:szCs w:val="24"/>
        </w:rPr>
        <w:tab/>
        <w:t xml:space="preserve">          1434</w:t>
      </w:r>
      <w:r w:rsidR="0053629B" w:rsidRPr="00E17E0C">
        <w:rPr>
          <w:sz w:val="24"/>
          <w:szCs w:val="24"/>
        </w:rPr>
        <w:t xml:space="preserve"> mp</w:t>
      </w:r>
    </w:p>
    <w:p w:rsidR="005404F0" w:rsidRPr="00E17E0C" w:rsidRDefault="005404F0" w:rsidP="005404F0">
      <w:pPr>
        <w:spacing w:line="360" w:lineRule="auto"/>
        <w:rPr>
          <w:sz w:val="24"/>
          <w:szCs w:val="24"/>
        </w:rPr>
      </w:pPr>
    </w:p>
    <w:p w:rsidR="005404F0" w:rsidRPr="00E17E0C" w:rsidRDefault="005404F0" w:rsidP="005404F0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32"/>
          <w:szCs w:val="32"/>
        </w:rPr>
        <w:t>Lucrari la parcari</w:t>
      </w:r>
    </w:p>
    <w:p w:rsidR="005404F0" w:rsidRPr="001D6FA9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1D6FA9" w:rsidRDefault="005404F0" w:rsidP="005404F0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1D6FA9">
        <w:rPr>
          <w:sz w:val="24"/>
          <w:szCs w:val="24"/>
        </w:rPr>
        <w:t>Spargerea si desfacerea betonului de ciment la partea carosab</w:t>
      </w:r>
      <w:r w:rsidR="004326C7" w:rsidRPr="001D6FA9">
        <w:rPr>
          <w:sz w:val="24"/>
          <w:szCs w:val="24"/>
        </w:rPr>
        <w:t>ila cu ciocanul pneumatic    453</w:t>
      </w:r>
      <w:r w:rsidRPr="001D6FA9">
        <w:rPr>
          <w:sz w:val="24"/>
          <w:szCs w:val="24"/>
        </w:rPr>
        <w:t xml:space="preserve"> mc</w:t>
      </w:r>
    </w:p>
    <w:p w:rsidR="005404F0" w:rsidRPr="001D6FA9" w:rsidRDefault="005D08A1" w:rsidP="005404F0">
      <w:pPr>
        <w:pStyle w:val="ListParagraph"/>
        <w:spacing w:line="360" w:lineRule="auto"/>
        <w:ind w:left="1260" w:right="9" w:firstLine="180"/>
        <w:jc w:val="both"/>
        <w:rPr>
          <w:sz w:val="24"/>
          <w:szCs w:val="24"/>
        </w:rPr>
      </w:pPr>
      <w:r w:rsidRPr="001D6FA9">
        <w:rPr>
          <w:sz w:val="24"/>
          <w:szCs w:val="24"/>
        </w:rPr>
        <w:t>1810</w:t>
      </w:r>
      <w:r w:rsidR="004326C7" w:rsidRPr="001D6FA9">
        <w:rPr>
          <w:sz w:val="24"/>
          <w:szCs w:val="24"/>
        </w:rPr>
        <w:t xml:space="preserve"> x 0.25 = 452.5</w:t>
      </w:r>
      <w:r w:rsidR="005404F0" w:rsidRPr="001D6FA9">
        <w:rPr>
          <w:sz w:val="24"/>
          <w:szCs w:val="24"/>
        </w:rPr>
        <w:t xml:space="preserve"> mc</w:t>
      </w:r>
    </w:p>
    <w:p w:rsidR="005404F0" w:rsidRPr="001D6FA9" w:rsidRDefault="005404F0" w:rsidP="005404F0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1D6FA9">
        <w:rPr>
          <w:sz w:val="24"/>
          <w:szCs w:val="24"/>
        </w:rPr>
        <w:t>Sapatura pana la cota de fundare</w:t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  <w:t xml:space="preserve">       </w:t>
      </w:r>
      <w:r w:rsidR="0005002D" w:rsidRPr="001D6FA9">
        <w:rPr>
          <w:sz w:val="24"/>
          <w:szCs w:val="24"/>
        </w:rPr>
        <w:t xml:space="preserve">  </w:t>
      </w:r>
      <w:r w:rsidR="005841B3" w:rsidRPr="001D6FA9">
        <w:rPr>
          <w:sz w:val="24"/>
          <w:szCs w:val="24"/>
        </w:rPr>
        <w:t>1340</w:t>
      </w:r>
      <w:r w:rsidRPr="001D6FA9">
        <w:rPr>
          <w:sz w:val="24"/>
          <w:szCs w:val="24"/>
        </w:rPr>
        <w:t xml:space="preserve"> mc</w:t>
      </w:r>
    </w:p>
    <w:p w:rsidR="005404F0" w:rsidRPr="001D6FA9" w:rsidRDefault="005D08A1" w:rsidP="005404F0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1D6FA9">
        <w:rPr>
          <w:sz w:val="24"/>
          <w:szCs w:val="24"/>
        </w:rPr>
        <w:t>1810</w:t>
      </w:r>
      <w:r w:rsidR="005841B3" w:rsidRPr="001D6FA9">
        <w:rPr>
          <w:sz w:val="24"/>
          <w:szCs w:val="24"/>
        </w:rPr>
        <w:t xml:space="preserve"> x 0.7</w:t>
      </w:r>
      <w:r w:rsidR="005404F0" w:rsidRPr="001D6FA9">
        <w:rPr>
          <w:sz w:val="24"/>
          <w:szCs w:val="24"/>
        </w:rPr>
        <w:t xml:space="preserve">4 = </w:t>
      </w:r>
      <w:r w:rsidR="005841B3" w:rsidRPr="001D6FA9">
        <w:rPr>
          <w:sz w:val="24"/>
          <w:szCs w:val="24"/>
        </w:rPr>
        <w:t>1339.4</w:t>
      </w:r>
      <w:r w:rsidR="005404F0" w:rsidRPr="001D6FA9">
        <w:rPr>
          <w:sz w:val="24"/>
          <w:szCs w:val="24"/>
        </w:rPr>
        <w:t xml:space="preserve"> mc</w:t>
      </w:r>
    </w:p>
    <w:p w:rsidR="00630956" w:rsidRPr="001D6FA9" w:rsidRDefault="00630956" w:rsidP="00630956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1D6FA9">
        <w:rPr>
          <w:sz w:val="24"/>
          <w:szCs w:val="24"/>
        </w:rPr>
        <w:t xml:space="preserve">Strat de nisip, 10 cm </w:t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</w:r>
      <w:r w:rsidRPr="001D6FA9">
        <w:rPr>
          <w:sz w:val="24"/>
          <w:szCs w:val="24"/>
        </w:rPr>
        <w:tab/>
        <w:t xml:space="preserve">        </w:t>
      </w:r>
      <w:r w:rsidRPr="001D6FA9">
        <w:rPr>
          <w:sz w:val="24"/>
          <w:szCs w:val="24"/>
        </w:rPr>
        <w:tab/>
        <w:t xml:space="preserve">            181 mc</w:t>
      </w:r>
    </w:p>
    <w:p w:rsidR="00630956" w:rsidRPr="001D6FA9" w:rsidRDefault="00630956" w:rsidP="00630956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  <w:r w:rsidRPr="001D6FA9">
        <w:rPr>
          <w:sz w:val="24"/>
          <w:szCs w:val="24"/>
        </w:rPr>
        <w:t>1810 x 0.1 = 181.0 mc</w:t>
      </w:r>
    </w:p>
    <w:p w:rsidR="005404F0" w:rsidRPr="00E17E0C" w:rsidRDefault="005404F0" w:rsidP="005404F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Fundatie de balast, 25 cm grosime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  <w:t xml:space="preserve">          </w:t>
      </w:r>
      <w:r w:rsidR="004326C7" w:rsidRPr="00E17E0C">
        <w:rPr>
          <w:sz w:val="24"/>
          <w:szCs w:val="24"/>
        </w:rPr>
        <w:t>453</w:t>
      </w:r>
      <w:r w:rsidRPr="00E17E0C">
        <w:rPr>
          <w:sz w:val="24"/>
          <w:szCs w:val="24"/>
        </w:rPr>
        <w:t xml:space="preserve"> mc</w:t>
      </w:r>
    </w:p>
    <w:p w:rsidR="005404F0" w:rsidRPr="00E17E0C" w:rsidRDefault="005D08A1" w:rsidP="005404F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1810</w:t>
      </w:r>
      <w:r w:rsidR="004326C7" w:rsidRPr="00E17E0C">
        <w:rPr>
          <w:sz w:val="24"/>
          <w:szCs w:val="24"/>
        </w:rPr>
        <w:t xml:space="preserve"> x 0.25 = 452.5 </w:t>
      </w:r>
      <w:r w:rsidR="005404F0" w:rsidRPr="00E17E0C">
        <w:rPr>
          <w:sz w:val="24"/>
          <w:szCs w:val="24"/>
        </w:rPr>
        <w:t>mc</w:t>
      </w:r>
    </w:p>
    <w:p w:rsidR="005404F0" w:rsidRPr="00E17E0C" w:rsidRDefault="005404F0" w:rsidP="005404F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 xml:space="preserve">Strat de </w:t>
      </w:r>
      <w:r w:rsidR="00EB628B" w:rsidRPr="00E17E0C">
        <w:rPr>
          <w:sz w:val="24"/>
          <w:szCs w:val="24"/>
        </w:rPr>
        <w:t>balast stabilizat cu ciment</w:t>
      </w:r>
      <w:r w:rsidRPr="00E17E0C">
        <w:rPr>
          <w:sz w:val="24"/>
          <w:szCs w:val="24"/>
        </w:rPr>
        <w:t>, 15</w:t>
      </w:r>
      <w:r w:rsidR="004326C7" w:rsidRPr="00E17E0C">
        <w:rPr>
          <w:sz w:val="24"/>
          <w:szCs w:val="24"/>
        </w:rPr>
        <w:t xml:space="preserve"> cm grosime</w:t>
      </w:r>
      <w:r w:rsidR="004326C7" w:rsidRPr="00E17E0C">
        <w:rPr>
          <w:sz w:val="24"/>
          <w:szCs w:val="24"/>
        </w:rPr>
        <w:tab/>
      </w:r>
      <w:r w:rsidR="004326C7" w:rsidRPr="00E17E0C">
        <w:rPr>
          <w:sz w:val="24"/>
          <w:szCs w:val="24"/>
        </w:rPr>
        <w:tab/>
      </w:r>
      <w:r w:rsidR="004326C7" w:rsidRPr="00E17E0C">
        <w:rPr>
          <w:sz w:val="24"/>
          <w:szCs w:val="24"/>
        </w:rPr>
        <w:tab/>
      </w:r>
      <w:r w:rsidR="004326C7" w:rsidRPr="00E17E0C">
        <w:rPr>
          <w:sz w:val="24"/>
          <w:szCs w:val="24"/>
        </w:rPr>
        <w:tab/>
      </w:r>
      <w:r w:rsidR="004326C7" w:rsidRPr="00E17E0C">
        <w:rPr>
          <w:sz w:val="24"/>
          <w:szCs w:val="24"/>
        </w:rPr>
        <w:tab/>
        <w:t xml:space="preserve">          272</w:t>
      </w:r>
      <w:r w:rsidRPr="00E17E0C">
        <w:rPr>
          <w:sz w:val="24"/>
          <w:szCs w:val="24"/>
        </w:rPr>
        <w:t xml:space="preserve"> mc</w:t>
      </w:r>
    </w:p>
    <w:p w:rsidR="005404F0" w:rsidRPr="00E17E0C" w:rsidRDefault="005D08A1" w:rsidP="005404F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1810</w:t>
      </w:r>
      <w:r w:rsidR="005404F0" w:rsidRPr="00E17E0C">
        <w:rPr>
          <w:sz w:val="24"/>
          <w:szCs w:val="24"/>
        </w:rPr>
        <w:t xml:space="preserve"> x 0.15 = </w:t>
      </w:r>
      <w:r w:rsidR="004326C7" w:rsidRPr="00E17E0C">
        <w:rPr>
          <w:sz w:val="24"/>
          <w:szCs w:val="24"/>
        </w:rPr>
        <w:t>271.5</w:t>
      </w:r>
      <w:r w:rsidR="005404F0" w:rsidRPr="00E17E0C">
        <w:rPr>
          <w:sz w:val="24"/>
          <w:szCs w:val="24"/>
        </w:rPr>
        <w:t xml:space="preserve"> mc</w:t>
      </w:r>
    </w:p>
    <w:p w:rsidR="005404F0" w:rsidRPr="00E17E0C" w:rsidRDefault="005625FF" w:rsidP="005404F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nisip, 2 cm</w:t>
      </w:r>
      <w:r w:rsidR="005404F0" w:rsidRPr="00E17E0C">
        <w:rPr>
          <w:sz w:val="24"/>
          <w:szCs w:val="24"/>
        </w:rPr>
        <w:t xml:space="preserve"> </w:t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</w:r>
      <w:r w:rsidR="005404F0" w:rsidRPr="00E17E0C">
        <w:rPr>
          <w:sz w:val="24"/>
          <w:szCs w:val="24"/>
        </w:rPr>
        <w:tab/>
        <w:t xml:space="preserve">        </w:t>
      </w:r>
      <w:r w:rsidR="004326C7" w:rsidRPr="00E17E0C">
        <w:rPr>
          <w:sz w:val="24"/>
          <w:szCs w:val="24"/>
        </w:rPr>
        <w:tab/>
        <w:t xml:space="preserve">            37</w:t>
      </w:r>
      <w:r w:rsidR="005404F0" w:rsidRPr="00E17E0C">
        <w:rPr>
          <w:sz w:val="24"/>
          <w:szCs w:val="24"/>
        </w:rPr>
        <w:t xml:space="preserve"> </w:t>
      </w:r>
      <w:r w:rsidRPr="00E17E0C">
        <w:rPr>
          <w:sz w:val="24"/>
          <w:szCs w:val="24"/>
        </w:rPr>
        <w:t>mc</w:t>
      </w:r>
    </w:p>
    <w:p w:rsidR="005625FF" w:rsidRPr="00E17E0C" w:rsidRDefault="005D08A1" w:rsidP="005625FF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1810</w:t>
      </w:r>
      <w:r w:rsidR="00700A35" w:rsidRPr="00E17E0C">
        <w:rPr>
          <w:sz w:val="24"/>
          <w:szCs w:val="24"/>
        </w:rPr>
        <w:t xml:space="preserve"> </w:t>
      </w:r>
      <w:r w:rsidR="004326C7" w:rsidRPr="00E17E0C">
        <w:rPr>
          <w:sz w:val="24"/>
          <w:szCs w:val="24"/>
        </w:rPr>
        <w:t>x 0.02 = 36.2</w:t>
      </w:r>
      <w:r w:rsidR="005625FF" w:rsidRPr="00E17E0C">
        <w:rPr>
          <w:sz w:val="24"/>
          <w:szCs w:val="24"/>
        </w:rPr>
        <w:t xml:space="preserve"> mc</w:t>
      </w:r>
    </w:p>
    <w:p w:rsidR="00BF1C20" w:rsidRPr="00E17E0C" w:rsidRDefault="00BF1C20" w:rsidP="00B1604C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beton de ciment BcR 3.5, 22 cm</w:t>
      </w:r>
      <w:r w:rsidR="00F00F0A" w:rsidRPr="00E17E0C">
        <w:rPr>
          <w:sz w:val="24"/>
          <w:szCs w:val="24"/>
        </w:rPr>
        <w:t xml:space="preserve"> grosime</w:t>
      </w:r>
      <w:r w:rsidR="00A253D8" w:rsidRPr="00E17E0C">
        <w:rPr>
          <w:sz w:val="24"/>
          <w:szCs w:val="24"/>
        </w:rPr>
        <w:tab/>
      </w:r>
      <w:r w:rsidR="00A253D8" w:rsidRPr="00E17E0C">
        <w:rPr>
          <w:sz w:val="24"/>
          <w:szCs w:val="24"/>
        </w:rPr>
        <w:tab/>
      </w:r>
      <w:r w:rsidR="00A253D8" w:rsidRPr="00E17E0C">
        <w:rPr>
          <w:sz w:val="24"/>
          <w:szCs w:val="24"/>
        </w:rPr>
        <w:tab/>
      </w:r>
      <w:r w:rsidR="00A253D8" w:rsidRPr="00E17E0C">
        <w:rPr>
          <w:sz w:val="24"/>
          <w:szCs w:val="24"/>
        </w:rPr>
        <w:tab/>
      </w:r>
      <w:r w:rsidR="00A253D8" w:rsidRPr="00E17E0C">
        <w:rPr>
          <w:sz w:val="24"/>
          <w:szCs w:val="24"/>
        </w:rPr>
        <w:tab/>
      </w:r>
      <w:r w:rsidR="004326C7" w:rsidRPr="00E17E0C">
        <w:rPr>
          <w:sz w:val="24"/>
          <w:szCs w:val="24"/>
        </w:rPr>
        <w:t xml:space="preserve">          399</w:t>
      </w:r>
      <w:r w:rsidRPr="00E17E0C">
        <w:rPr>
          <w:sz w:val="24"/>
          <w:szCs w:val="24"/>
        </w:rPr>
        <w:t xml:space="preserve"> mc</w:t>
      </w:r>
    </w:p>
    <w:p w:rsidR="00BF1C20" w:rsidRPr="00E17E0C" w:rsidRDefault="005D08A1" w:rsidP="00BF1C20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1810</w:t>
      </w:r>
      <w:r w:rsidR="00BF1C20" w:rsidRPr="00E17E0C">
        <w:rPr>
          <w:sz w:val="24"/>
          <w:szCs w:val="24"/>
        </w:rPr>
        <w:t xml:space="preserve"> x 0.22 = </w:t>
      </w:r>
      <w:r w:rsidR="004326C7" w:rsidRPr="00E17E0C">
        <w:rPr>
          <w:sz w:val="24"/>
          <w:szCs w:val="24"/>
        </w:rPr>
        <w:t>398.2</w:t>
      </w:r>
      <w:r w:rsidR="00BF1C20" w:rsidRPr="00E17E0C">
        <w:rPr>
          <w:sz w:val="24"/>
          <w:szCs w:val="24"/>
        </w:rPr>
        <w:t xml:space="preserve"> mc</w:t>
      </w:r>
    </w:p>
    <w:p w:rsidR="00700C0C" w:rsidRPr="00E17E0C" w:rsidRDefault="00700C0C" w:rsidP="00966FB3">
      <w:pPr>
        <w:spacing w:line="360" w:lineRule="auto"/>
        <w:jc w:val="both"/>
        <w:rPr>
          <w:sz w:val="24"/>
          <w:szCs w:val="24"/>
        </w:rPr>
      </w:pPr>
    </w:p>
    <w:p w:rsidR="00BF1F49" w:rsidRPr="00E17E0C" w:rsidRDefault="00BF1F49" w:rsidP="00C147A5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24"/>
          <w:szCs w:val="24"/>
        </w:rPr>
        <w:tab/>
      </w:r>
      <w:r w:rsidRPr="00E17E0C">
        <w:rPr>
          <w:sz w:val="32"/>
          <w:szCs w:val="32"/>
        </w:rPr>
        <w:t>Lucrari la borduri</w:t>
      </w:r>
    </w:p>
    <w:p w:rsidR="00E71621" w:rsidRPr="00E17E0C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E17E0C" w:rsidRDefault="00E54142" w:rsidP="00C147A5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Demontare borduri existente</w:t>
      </w:r>
      <w:r w:rsidR="00CD114A" w:rsidRPr="00E17E0C">
        <w:rPr>
          <w:sz w:val="24"/>
          <w:szCs w:val="24"/>
        </w:rPr>
        <w:t xml:space="preserve"> mari</w:t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D75151" w:rsidRPr="00E17E0C">
        <w:rPr>
          <w:sz w:val="24"/>
          <w:szCs w:val="24"/>
        </w:rPr>
        <w:t>1550</w:t>
      </w:r>
      <w:r w:rsidR="00BF1F49" w:rsidRPr="00E17E0C">
        <w:rPr>
          <w:sz w:val="24"/>
          <w:szCs w:val="24"/>
        </w:rPr>
        <w:t xml:space="preserve"> ml</w:t>
      </w:r>
    </w:p>
    <w:p w:rsidR="00CD114A" w:rsidRPr="00E17E0C" w:rsidRDefault="00CD114A" w:rsidP="00CD114A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Demontare borduri existente mici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5279E8" w:rsidRPr="00E17E0C">
        <w:rPr>
          <w:sz w:val="24"/>
          <w:szCs w:val="24"/>
        </w:rPr>
        <w:t>925</w:t>
      </w:r>
      <w:r w:rsidRPr="00E17E0C">
        <w:rPr>
          <w:sz w:val="24"/>
          <w:szCs w:val="24"/>
        </w:rPr>
        <w:t xml:space="preserve"> ml</w:t>
      </w:r>
    </w:p>
    <w:p w:rsidR="00BF1F49" w:rsidRPr="00E17E0C" w:rsidRDefault="00E54142" w:rsidP="00C147A5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Pozare borduri mari</w:t>
      </w:r>
      <w:r w:rsidR="00BF1F49" w:rsidRPr="00E17E0C">
        <w:rPr>
          <w:sz w:val="24"/>
          <w:szCs w:val="24"/>
        </w:rPr>
        <w:t xml:space="preserve"> noi</w:t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BF1F49" w:rsidRPr="00E17E0C">
        <w:rPr>
          <w:sz w:val="24"/>
          <w:szCs w:val="24"/>
        </w:rPr>
        <w:tab/>
      </w:r>
      <w:r w:rsidR="00C147A5" w:rsidRPr="00E17E0C">
        <w:rPr>
          <w:sz w:val="24"/>
          <w:szCs w:val="24"/>
        </w:rPr>
        <w:tab/>
      </w:r>
      <w:r w:rsidR="00D75151" w:rsidRPr="00E17E0C">
        <w:rPr>
          <w:sz w:val="24"/>
          <w:szCs w:val="24"/>
        </w:rPr>
        <w:t>155</w:t>
      </w:r>
      <w:r w:rsidR="005279E8" w:rsidRPr="00E17E0C">
        <w:rPr>
          <w:sz w:val="24"/>
          <w:szCs w:val="24"/>
        </w:rPr>
        <w:t>0</w:t>
      </w:r>
      <w:r w:rsidR="00BF1F49" w:rsidRPr="00E17E0C">
        <w:rPr>
          <w:sz w:val="24"/>
          <w:szCs w:val="24"/>
        </w:rPr>
        <w:t xml:space="preserve"> ml</w:t>
      </w:r>
    </w:p>
    <w:p w:rsidR="00E54142" w:rsidRPr="00E17E0C" w:rsidRDefault="00E54142" w:rsidP="00820CE8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lastRenderedPageBreak/>
        <w:t>Pozare borduri mici noi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5279E8" w:rsidRPr="00E17E0C">
        <w:rPr>
          <w:sz w:val="24"/>
          <w:szCs w:val="24"/>
        </w:rPr>
        <w:t>925</w:t>
      </w:r>
      <w:r w:rsidRPr="00E17E0C">
        <w:rPr>
          <w:sz w:val="24"/>
          <w:szCs w:val="24"/>
        </w:rPr>
        <w:t xml:space="preserve"> ml</w:t>
      </w:r>
    </w:p>
    <w:p w:rsidR="00966FB3" w:rsidRPr="00E17E0C" w:rsidRDefault="00966FB3" w:rsidP="00966FB3">
      <w:pPr>
        <w:spacing w:line="360" w:lineRule="auto"/>
        <w:jc w:val="both"/>
        <w:rPr>
          <w:sz w:val="24"/>
          <w:szCs w:val="24"/>
        </w:rPr>
      </w:pPr>
    </w:p>
    <w:p w:rsidR="00112873" w:rsidRPr="00E17E0C" w:rsidRDefault="00112873" w:rsidP="00112873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32"/>
          <w:szCs w:val="32"/>
        </w:rPr>
        <w:t xml:space="preserve">Lucrari la partea carosabila </w:t>
      </w:r>
      <w:r w:rsidR="007E4AA2" w:rsidRPr="00E17E0C">
        <w:rPr>
          <w:sz w:val="32"/>
          <w:szCs w:val="32"/>
        </w:rPr>
        <w:t>strazi</w:t>
      </w:r>
      <w:r w:rsidRPr="00E17E0C">
        <w:rPr>
          <w:sz w:val="32"/>
          <w:szCs w:val="32"/>
        </w:rPr>
        <w:t xml:space="preserve"> laterale din asfalt</w:t>
      </w:r>
    </w:p>
    <w:p w:rsidR="00112873" w:rsidRPr="00E17E0C" w:rsidRDefault="00112873" w:rsidP="00112873">
      <w:pPr>
        <w:spacing w:line="360" w:lineRule="auto"/>
        <w:jc w:val="center"/>
        <w:rPr>
          <w:sz w:val="24"/>
          <w:szCs w:val="24"/>
        </w:rPr>
      </w:pPr>
    </w:p>
    <w:p w:rsidR="00112873" w:rsidRPr="00E17E0C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Frezare strat asfaltic de 10 cm grosime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577F84" w:rsidRPr="00E17E0C">
        <w:rPr>
          <w:sz w:val="24"/>
          <w:szCs w:val="24"/>
        </w:rPr>
        <w:t>249</w:t>
      </w:r>
      <w:r w:rsidRPr="00E17E0C">
        <w:rPr>
          <w:sz w:val="24"/>
          <w:szCs w:val="24"/>
        </w:rPr>
        <w:t xml:space="preserve"> mp</w:t>
      </w:r>
    </w:p>
    <w:p w:rsidR="00112873" w:rsidRPr="00E17E0C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 xml:space="preserve">Curatare – amorsare 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577F84" w:rsidRPr="00E17E0C">
        <w:rPr>
          <w:sz w:val="24"/>
          <w:szCs w:val="24"/>
        </w:rPr>
        <w:t>249</w:t>
      </w:r>
      <w:r w:rsidRPr="00E17E0C">
        <w:rPr>
          <w:sz w:val="24"/>
          <w:szCs w:val="24"/>
        </w:rPr>
        <w:t xml:space="preserve"> mp</w:t>
      </w:r>
    </w:p>
    <w:p w:rsidR="00112873" w:rsidRPr="00E17E0C" w:rsidRDefault="00642E4B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Asternere binder BAD 25, 5</w:t>
      </w:r>
      <w:r w:rsidR="00112873" w:rsidRPr="00E17E0C">
        <w:rPr>
          <w:sz w:val="24"/>
          <w:szCs w:val="24"/>
        </w:rPr>
        <w:t xml:space="preserve"> cm grosime </w:t>
      </w:r>
      <w:r w:rsidR="00112873" w:rsidRPr="00E17E0C">
        <w:rPr>
          <w:sz w:val="24"/>
          <w:szCs w:val="24"/>
        </w:rPr>
        <w:tab/>
      </w:r>
      <w:r w:rsidR="00112873" w:rsidRPr="00E17E0C">
        <w:rPr>
          <w:sz w:val="24"/>
          <w:szCs w:val="24"/>
        </w:rPr>
        <w:tab/>
      </w:r>
      <w:r w:rsidR="00112873" w:rsidRPr="00E17E0C">
        <w:rPr>
          <w:sz w:val="24"/>
          <w:szCs w:val="24"/>
        </w:rPr>
        <w:tab/>
      </w:r>
      <w:r w:rsidR="00112873" w:rsidRPr="00E17E0C">
        <w:rPr>
          <w:sz w:val="24"/>
          <w:szCs w:val="24"/>
        </w:rPr>
        <w:tab/>
      </w:r>
      <w:r w:rsidR="00112873" w:rsidRPr="00E17E0C">
        <w:rPr>
          <w:sz w:val="24"/>
          <w:szCs w:val="24"/>
        </w:rPr>
        <w:tab/>
      </w:r>
      <w:r w:rsidR="00112873" w:rsidRPr="00E17E0C">
        <w:rPr>
          <w:sz w:val="24"/>
          <w:szCs w:val="24"/>
        </w:rPr>
        <w:tab/>
      </w:r>
      <w:r w:rsidR="00577F84" w:rsidRPr="00E17E0C">
        <w:rPr>
          <w:sz w:val="24"/>
          <w:szCs w:val="24"/>
        </w:rPr>
        <w:t>30</w:t>
      </w:r>
      <w:r w:rsidR="00112873" w:rsidRPr="00E17E0C">
        <w:rPr>
          <w:sz w:val="24"/>
          <w:szCs w:val="24"/>
        </w:rPr>
        <w:t xml:space="preserve"> t</w:t>
      </w:r>
    </w:p>
    <w:p w:rsidR="00112873" w:rsidRPr="00E17E0C" w:rsidRDefault="00577F84" w:rsidP="00477811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249</w:t>
      </w:r>
      <w:r w:rsidR="00477811" w:rsidRPr="00E17E0C">
        <w:rPr>
          <w:sz w:val="24"/>
          <w:szCs w:val="24"/>
        </w:rPr>
        <w:t xml:space="preserve"> x 0.05</w:t>
      </w:r>
      <w:r w:rsidR="00112873" w:rsidRPr="00E17E0C">
        <w:rPr>
          <w:sz w:val="24"/>
          <w:szCs w:val="24"/>
        </w:rPr>
        <w:t xml:space="preserve">  x 2.4 = </w:t>
      </w:r>
      <w:r w:rsidRPr="00E17E0C">
        <w:rPr>
          <w:sz w:val="24"/>
          <w:szCs w:val="24"/>
        </w:rPr>
        <w:t>29.88</w:t>
      </w:r>
      <w:r w:rsidR="00112873" w:rsidRPr="00E17E0C">
        <w:rPr>
          <w:sz w:val="24"/>
          <w:szCs w:val="24"/>
        </w:rPr>
        <w:t xml:space="preserve"> t</w:t>
      </w:r>
    </w:p>
    <w:p w:rsidR="00112873" w:rsidRPr="00E17E0C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Curatare – amorsare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577F84" w:rsidRPr="00E17E0C">
        <w:rPr>
          <w:sz w:val="24"/>
          <w:szCs w:val="24"/>
        </w:rPr>
        <w:t>249</w:t>
      </w:r>
      <w:r w:rsidRPr="00E17E0C">
        <w:rPr>
          <w:sz w:val="24"/>
          <w:szCs w:val="24"/>
        </w:rPr>
        <w:t xml:space="preserve"> mp</w:t>
      </w:r>
    </w:p>
    <w:p w:rsidR="00112873" w:rsidRPr="00E17E0C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Strat de uzura BA16, h=4 cm grosime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577F84" w:rsidRPr="00E17E0C">
        <w:rPr>
          <w:sz w:val="24"/>
          <w:szCs w:val="24"/>
        </w:rPr>
        <w:t>249</w:t>
      </w:r>
      <w:r w:rsidRPr="00E17E0C">
        <w:rPr>
          <w:sz w:val="24"/>
          <w:szCs w:val="24"/>
        </w:rPr>
        <w:t xml:space="preserve"> mp</w:t>
      </w:r>
    </w:p>
    <w:p w:rsidR="00700C0C" w:rsidRPr="00E17E0C" w:rsidRDefault="00700C0C" w:rsidP="005668D5">
      <w:pPr>
        <w:spacing w:line="360" w:lineRule="auto"/>
        <w:jc w:val="both"/>
        <w:rPr>
          <w:sz w:val="24"/>
          <w:szCs w:val="24"/>
        </w:rPr>
      </w:pPr>
    </w:p>
    <w:p w:rsidR="00E54142" w:rsidRPr="00E17E0C" w:rsidRDefault="00E54142" w:rsidP="00E54142">
      <w:pPr>
        <w:spacing w:line="360" w:lineRule="auto"/>
        <w:jc w:val="both"/>
        <w:rPr>
          <w:sz w:val="24"/>
          <w:szCs w:val="24"/>
        </w:rPr>
      </w:pPr>
    </w:p>
    <w:p w:rsidR="00BF1F49" w:rsidRPr="00E17E0C" w:rsidRDefault="00BF1F49" w:rsidP="00BF1F49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24"/>
          <w:szCs w:val="24"/>
        </w:rPr>
        <w:tab/>
      </w:r>
      <w:r w:rsidRPr="00E17E0C">
        <w:rPr>
          <w:sz w:val="32"/>
          <w:szCs w:val="32"/>
        </w:rPr>
        <w:t>Lucrari edilitare</w:t>
      </w:r>
    </w:p>
    <w:p w:rsidR="00BF1F49" w:rsidRPr="00E17E0C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E17E0C" w:rsidRDefault="00BF1F49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Guri de scurgere noi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E71621" w:rsidRPr="00E17E0C">
        <w:rPr>
          <w:sz w:val="24"/>
          <w:szCs w:val="24"/>
        </w:rPr>
        <w:tab/>
      </w:r>
      <w:r w:rsidR="00E71621" w:rsidRPr="00E17E0C">
        <w:rPr>
          <w:sz w:val="24"/>
          <w:szCs w:val="24"/>
        </w:rPr>
        <w:tab/>
      </w:r>
      <w:r w:rsidR="00E71621" w:rsidRPr="00E17E0C">
        <w:rPr>
          <w:sz w:val="24"/>
          <w:szCs w:val="24"/>
        </w:rPr>
        <w:tab/>
      </w:r>
      <w:r w:rsidR="00E71621" w:rsidRPr="00E17E0C">
        <w:rPr>
          <w:sz w:val="24"/>
          <w:szCs w:val="24"/>
        </w:rPr>
        <w:tab/>
      </w:r>
      <w:r w:rsidR="00791223" w:rsidRPr="00E17E0C">
        <w:rPr>
          <w:sz w:val="24"/>
          <w:szCs w:val="24"/>
        </w:rPr>
        <w:tab/>
      </w:r>
      <w:r w:rsidR="00682BD4" w:rsidRPr="00E17E0C">
        <w:rPr>
          <w:sz w:val="24"/>
          <w:szCs w:val="24"/>
        </w:rPr>
        <w:t>1</w:t>
      </w:r>
      <w:r w:rsidR="00BD4265" w:rsidRPr="00E17E0C">
        <w:rPr>
          <w:sz w:val="24"/>
          <w:szCs w:val="24"/>
        </w:rPr>
        <w:t>5</w:t>
      </w:r>
      <w:r w:rsidRPr="00E17E0C">
        <w:rPr>
          <w:sz w:val="24"/>
          <w:szCs w:val="24"/>
        </w:rPr>
        <w:t xml:space="preserve"> buc</w:t>
      </w:r>
    </w:p>
    <w:p w:rsidR="009721E3" w:rsidRPr="00E17E0C" w:rsidRDefault="009721E3" w:rsidP="009721E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Gur</w:t>
      </w:r>
      <w:r w:rsidR="00BD4265" w:rsidRPr="00E17E0C">
        <w:rPr>
          <w:sz w:val="24"/>
          <w:szCs w:val="24"/>
        </w:rPr>
        <w:t>i de scurgere existente</w:t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BD4265" w:rsidRPr="00E17E0C">
        <w:rPr>
          <w:sz w:val="24"/>
          <w:szCs w:val="24"/>
        </w:rPr>
        <w:tab/>
      </w:r>
      <w:r w:rsidR="00682BD4" w:rsidRPr="00E17E0C">
        <w:rPr>
          <w:sz w:val="24"/>
          <w:szCs w:val="24"/>
        </w:rPr>
        <w:t>3</w:t>
      </w:r>
      <w:r w:rsidRPr="00E17E0C">
        <w:rPr>
          <w:sz w:val="24"/>
          <w:szCs w:val="24"/>
        </w:rPr>
        <w:t xml:space="preserve"> buc</w:t>
      </w:r>
    </w:p>
    <w:p w:rsidR="00BF1F49" w:rsidRPr="00E17E0C" w:rsidRDefault="00BF1F49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Camine de vizitare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2876A4" w:rsidRPr="00E17E0C">
        <w:rPr>
          <w:sz w:val="24"/>
          <w:szCs w:val="24"/>
        </w:rPr>
        <w:tab/>
      </w:r>
      <w:r w:rsidR="002876A4" w:rsidRPr="00E17E0C">
        <w:rPr>
          <w:sz w:val="24"/>
          <w:szCs w:val="24"/>
        </w:rPr>
        <w:tab/>
      </w:r>
      <w:r w:rsidR="002876A4" w:rsidRPr="00E17E0C">
        <w:rPr>
          <w:sz w:val="24"/>
          <w:szCs w:val="24"/>
        </w:rPr>
        <w:tab/>
      </w:r>
      <w:r w:rsidR="002876A4" w:rsidRPr="00E17E0C">
        <w:rPr>
          <w:sz w:val="24"/>
          <w:szCs w:val="24"/>
        </w:rPr>
        <w:tab/>
      </w:r>
      <w:r w:rsidR="00791223" w:rsidRPr="00E17E0C">
        <w:rPr>
          <w:sz w:val="24"/>
          <w:szCs w:val="24"/>
        </w:rPr>
        <w:tab/>
      </w:r>
      <w:r w:rsidR="00682BD4" w:rsidRPr="00E17E0C">
        <w:rPr>
          <w:sz w:val="24"/>
          <w:szCs w:val="24"/>
        </w:rPr>
        <w:t>18</w:t>
      </w:r>
      <w:r w:rsidRPr="00E17E0C">
        <w:rPr>
          <w:sz w:val="24"/>
          <w:szCs w:val="24"/>
        </w:rPr>
        <w:t xml:space="preserve"> buc</w:t>
      </w:r>
    </w:p>
    <w:p w:rsidR="00BD4265" w:rsidRPr="00E17E0C" w:rsidRDefault="00BD4265" w:rsidP="00682BD4">
      <w:pPr>
        <w:pStyle w:val="ListParagraph"/>
        <w:spacing w:line="360" w:lineRule="auto"/>
        <w:ind w:left="900"/>
        <w:jc w:val="both"/>
        <w:rPr>
          <w:sz w:val="24"/>
          <w:szCs w:val="24"/>
        </w:rPr>
      </w:pPr>
    </w:p>
    <w:p w:rsidR="00BF1F49" w:rsidRPr="00E17E0C" w:rsidRDefault="00BF1F49" w:rsidP="00EF764B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</w:p>
    <w:p w:rsidR="00BF1F49" w:rsidRPr="00E17E0C" w:rsidRDefault="00BF1F49" w:rsidP="00BF1F49">
      <w:pPr>
        <w:spacing w:line="360" w:lineRule="auto"/>
        <w:jc w:val="both"/>
        <w:rPr>
          <w:sz w:val="24"/>
          <w:szCs w:val="24"/>
        </w:rPr>
      </w:pPr>
    </w:p>
    <w:p w:rsidR="009B18B9" w:rsidRPr="00E17E0C" w:rsidRDefault="00EF764B" w:rsidP="009B18B9">
      <w:pPr>
        <w:spacing w:line="360" w:lineRule="auto"/>
        <w:jc w:val="center"/>
        <w:rPr>
          <w:sz w:val="32"/>
          <w:szCs w:val="32"/>
        </w:rPr>
      </w:pPr>
      <w:r w:rsidRPr="00E17E0C">
        <w:rPr>
          <w:sz w:val="24"/>
          <w:szCs w:val="24"/>
        </w:rPr>
        <w:tab/>
      </w:r>
      <w:r w:rsidR="009B18B9" w:rsidRPr="00E17E0C">
        <w:rPr>
          <w:sz w:val="32"/>
          <w:szCs w:val="32"/>
        </w:rPr>
        <w:t xml:space="preserve">Reglementarea circulatiei </w:t>
      </w:r>
    </w:p>
    <w:p w:rsidR="009B18B9" w:rsidRPr="00E17E0C" w:rsidRDefault="009B18B9" w:rsidP="00791223">
      <w:pPr>
        <w:pStyle w:val="ListParagraph"/>
        <w:spacing w:line="360" w:lineRule="auto"/>
        <w:ind w:left="900"/>
        <w:jc w:val="both"/>
        <w:rPr>
          <w:sz w:val="24"/>
          <w:szCs w:val="24"/>
        </w:rPr>
      </w:pPr>
    </w:p>
    <w:p w:rsidR="009B18B9" w:rsidRPr="00E17E0C" w:rsidRDefault="009B18B9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>Marcaje rutiere longitudinale</w:t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  <w:r w:rsidR="0082699D" w:rsidRPr="00E17E0C">
        <w:rPr>
          <w:sz w:val="24"/>
          <w:szCs w:val="24"/>
        </w:rPr>
        <w:tab/>
        <w:t xml:space="preserve">         1</w:t>
      </w:r>
      <w:r w:rsidR="00125DE3" w:rsidRPr="00E17E0C">
        <w:rPr>
          <w:sz w:val="24"/>
          <w:szCs w:val="24"/>
        </w:rPr>
        <w:t>.</w:t>
      </w:r>
      <w:r w:rsidR="00374432" w:rsidRPr="00E17E0C">
        <w:rPr>
          <w:sz w:val="24"/>
          <w:szCs w:val="24"/>
        </w:rPr>
        <w:t>914</w:t>
      </w:r>
      <w:r w:rsidR="00B46554" w:rsidRPr="00E17E0C">
        <w:rPr>
          <w:sz w:val="24"/>
          <w:szCs w:val="24"/>
        </w:rPr>
        <w:t xml:space="preserve"> km</w:t>
      </w:r>
    </w:p>
    <w:p w:rsidR="003C3D9B" w:rsidRPr="00E17E0C" w:rsidRDefault="00994C1D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 xml:space="preserve">Procurare </w:t>
      </w:r>
      <w:r w:rsidR="00216595" w:rsidRPr="00E17E0C">
        <w:rPr>
          <w:sz w:val="24"/>
          <w:szCs w:val="24"/>
        </w:rPr>
        <w:t>si instalare indicatoare</w:t>
      </w:r>
      <w:r w:rsidR="00216595" w:rsidRPr="00E17E0C">
        <w:rPr>
          <w:sz w:val="24"/>
          <w:szCs w:val="24"/>
        </w:rPr>
        <w:tab/>
      </w:r>
      <w:r w:rsidR="00216595" w:rsidRPr="00E17E0C">
        <w:rPr>
          <w:sz w:val="24"/>
          <w:szCs w:val="24"/>
        </w:rPr>
        <w:tab/>
      </w:r>
      <w:r w:rsidR="00216595" w:rsidRPr="00E17E0C">
        <w:rPr>
          <w:sz w:val="24"/>
          <w:szCs w:val="24"/>
        </w:rPr>
        <w:tab/>
      </w:r>
      <w:r w:rsidR="00216595" w:rsidRPr="00E17E0C">
        <w:rPr>
          <w:sz w:val="24"/>
          <w:szCs w:val="24"/>
        </w:rPr>
        <w:tab/>
      </w:r>
      <w:r w:rsidR="00216595" w:rsidRPr="00E17E0C">
        <w:rPr>
          <w:sz w:val="24"/>
          <w:szCs w:val="24"/>
        </w:rPr>
        <w:tab/>
      </w:r>
      <w:r w:rsidR="00216595" w:rsidRPr="00E17E0C">
        <w:rPr>
          <w:sz w:val="24"/>
          <w:szCs w:val="24"/>
        </w:rPr>
        <w:tab/>
      </w:r>
      <w:r w:rsidR="00216595" w:rsidRPr="00E17E0C">
        <w:rPr>
          <w:sz w:val="24"/>
          <w:szCs w:val="24"/>
        </w:rPr>
        <w:tab/>
      </w:r>
      <w:r w:rsidR="00125DE3" w:rsidRPr="00E17E0C">
        <w:rPr>
          <w:sz w:val="24"/>
          <w:szCs w:val="24"/>
        </w:rPr>
        <w:t xml:space="preserve">    </w:t>
      </w:r>
      <w:r w:rsidR="00374432" w:rsidRPr="00E17E0C">
        <w:rPr>
          <w:sz w:val="24"/>
          <w:szCs w:val="24"/>
        </w:rPr>
        <w:t>13</w:t>
      </w:r>
      <w:r w:rsidR="003C3D9B" w:rsidRPr="00E17E0C">
        <w:rPr>
          <w:sz w:val="24"/>
          <w:szCs w:val="24"/>
        </w:rPr>
        <w:t xml:space="preserve"> buc</w:t>
      </w:r>
    </w:p>
    <w:p w:rsidR="00BD1559" w:rsidRPr="00E17E0C" w:rsidRDefault="00BD1559" w:rsidP="00791223">
      <w:pPr>
        <w:pStyle w:val="ListParagraph"/>
        <w:spacing w:line="360" w:lineRule="auto"/>
        <w:ind w:left="900"/>
        <w:jc w:val="both"/>
        <w:rPr>
          <w:sz w:val="24"/>
          <w:szCs w:val="24"/>
        </w:rPr>
      </w:pPr>
      <w:r w:rsidRPr="00E17E0C">
        <w:rPr>
          <w:sz w:val="24"/>
          <w:szCs w:val="24"/>
        </w:rPr>
        <w:tab/>
      </w:r>
      <w:r w:rsidRPr="00E17E0C">
        <w:rPr>
          <w:sz w:val="24"/>
          <w:szCs w:val="24"/>
        </w:rPr>
        <w:tab/>
      </w:r>
    </w:p>
    <w:p w:rsidR="00433FB8" w:rsidRPr="00E17E0C" w:rsidRDefault="00433FB8" w:rsidP="005D2769">
      <w:pPr>
        <w:rPr>
          <w:rFonts w:ascii="Arial" w:hAnsi="Arial" w:cs="Arial"/>
          <w:b/>
          <w:sz w:val="24"/>
          <w:szCs w:val="24"/>
        </w:rPr>
      </w:pPr>
    </w:p>
    <w:sectPr w:rsidR="00433FB8" w:rsidRPr="00E17E0C" w:rsidSect="006A745B">
      <w:headerReference w:type="default" r:id="rId8"/>
      <w:footerReference w:type="even" r:id="rId9"/>
      <w:footerReference w:type="default" r:id="rId10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747" w:rsidRDefault="004F0747">
      <w:r>
        <w:separator/>
      </w:r>
    </w:p>
  </w:endnote>
  <w:endnote w:type="continuationSeparator" w:id="1">
    <w:p w:rsidR="004F0747" w:rsidRDefault="004F0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620EBE">
    <w:pPr>
      <w:pStyle w:val="Footer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Footer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747" w:rsidRDefault="004F0747">
      <w:r>
        <w:separator/>
      </w:r>
    </w:p>
  </w:footnote>
  <w:footnote w:type="continuationSeparator" w:id="1">
    <w:p w:rsidR="004F0747" w:rsidRDefault="004F0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Header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017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85DAD"/>
    <w:rsid w:val="0009062A"/>
    <w:rsid w:val="00092414"/>
    <w:rsid w:val="00095F54"/>
    <w:rsid w:val="000A4A9A"/>
    <w:rsid w:val="000A4D89"/>
    <w:rsid w:val="000A7E42"/>
    <w:rsid w:val="000B4B3A"/>
    <w:rsid w:val="000B4F5B"/>
    <w:rsid w:val="000B5BA6"/>
    <w:rsid w:val="000B7579"/>
    <w:rsid w:val="000B79C1"/>
    <w:rsid w:val="000C096B"/>
    <w:rsid w:val="000C468E"/>
    <w:rsid w:val="000C47FA"/>
    <w:rsid w:val="000D0D18"/>
    <w:rsid w:val="000D1CC5"/>
    <w:rsid w:val="000D2CF3"/>
    <w:rsid w:val="000D4E7C"/>
    <w:rsid w:val="000D61BC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229F6"/>
    <w:rsid w:val="00123EA9"/>
    <w:rsid w:val="00124959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D6FA9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46EA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5EF9"/>
    <w:rsid w:val="002823D5"/>
    <w:rsid w:val="002876A4"/>
    <w:rsid w:val="00291387"/>
    <w:rsid w:val="00293186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76A9"/>
    <w:rsid w:val="00321E86"/>
    <w:rsid w:val="00324B4E"/>
    <w:rsid w:val="00325954"/>
    <w:rsid w:val="00326347"/>
    <w:rsid w:val="0033076E"/>
    <w:rsid w:val="0034065B"/>
    <w:rsid w:val="0034342E"/>
    <w:rsid w:val="0034384E"/>
    <w:rsid w:val="00343CA3"/>
    <w:rsid w:val="0035406A"/>
    <w:rsid w:val="003542AD"/>
    <w:rsid w:val="003576EE"/>
    <w:rsid w:val="003637E3"/>
    <w:rsid w:val="0036686C"/>
    <w:rsid w:val="00371FF9"/>
    <w:rsid w:val="00373465"/>
    <w:rsid w:val="00374432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0798"/>
    <w:rsid w:val="00425168"/>
    <w:rsid w:val="00426245"/>
    <w:rsid w:val="00426C89"/>
    <w:rsid w:val="00430E96"/>
    <w:rsid w:val="004323F3"/>
    <w:rsid w:val="004326C7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0747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279E8"/>
    <w:rsid w:val="00532D55"/>
    <w:rsid w:val="00533246"/>
    <w:rsid w:val="00535E68"/>
    <w:rsid w:val="0053629B"/>
    <w:rsid w:val="005404F0"/>
    <w:rsid w:val="00543176"/>
    <w:rsid w:val="005466E5"/>
    <w:rsid w:val="00550655"/>
    <w:rsid w:val="0056022E"/>
    <w:rsid w:val="005625FF"/>
    <w:rsid w:val="005627A1"/>
    <w:rsid w:val="005668D5"/>
    <w:rsid w:val="00567E56"/>
    <w:rsid w:val="0057091D"/>
    <w:rsid w:val="00572243"/>
    <w:rsid w:val="00577F84"/>
    <w:rsid w:val="005841B3"/>
    <w:rsid w:val="00584D09"/>
    <w:rsid w:val="005869AB"/>
    <w:rsid w:val="00595C63"/>
    <w:rsid w:val="00596160"/>
    <w:rsid w:val="005A220B"/>
    <w:rsid w:val="005A396B"/>
    <w:rsid w:val="005B62B9"/>
    <w:rsid w:val="005B716B"/>
    <w:rsid w:val="005B7713"/>
    <w:rsid w:val="005C0856"/>
    <w:rsid w:val="005C37AD"/>
    <w:rsid w:val="005C52AA"/>
    <w:rsid w:val="005C5EDB"/>
    <w:rsid w:val="005D08A1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12132"/>
    <w:rsid w:val="00620EBE"/>
    <w:rsid w:val="00621F84"/>
    <w:rsid w:val="006244A5"/>
    <w:rsid w:val="00625E53"/>
    <w:rsid w:val="00630956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283B"/>
    <w:rsid w:val="00674EF2"/>
    <w:rsid w:val="00682BD4"/>
    <w:rsid w:val="006A0D4A"/>
    <w:rsid w:val="006A4E45"/>
    <w:rsid w:val="006A593C"/>
    <w:rsid w:val="006A745B"/>
    <w:rsid w:val="006B1F43"/>
    <w:rsid w:val="006B25D7"/>
    <w:rsid w:val="006B6C3F"/>
    <w:rsid w:val="006C3061"/>
    <w:rsid w:val="006C3DAF"/>
    <w:rsid w:val="006D10B1"/>
    <w:rsid w:val="006D199D"/>
    <w:rsid w:val="006D5DBB"/>
    <w:rsid w:val="006E1A6D"/>
    <w:rsid w:val="006E274A"/>
    <w:rsid w:val="006E4BBB"/>
    <w:rsid w:val="006E4E6A"/>
    <w:rsid w:val="006F3A67"/>
    <w:rsid w:val="006F61A9"/>
    <w:rsid w:val="00700785"/>
    <w:rsid w:val="00700A35"/>
    <w:rsid w:val="00700C0C"/>
    <w:rsid w:val="007036A4"/>
    <w:rsid w:val="00705788"/>
    <w:rsid w:val="00705EDA"/>
    <w:rsid w:val="00716364"/>
    <w:rsid w:val="00722584"/>
    <w:rsid w:val="00731978"/>
    <w:rsid w:val="00737385"/>
    <w:rsid w:val="00744C8B"/>
    <w:rsid w:val="00751AB8"/>
    <w:rsid w:val="00751D0D"/>
    <w:rsid w:val="00752C7D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91223"/>
    <w:rsid w:val="00797226"/>
    <w:rsid w:val="0079798F"/>
    <w:rsid w:val="007A1B0E"/>
    <w:rsid w:val="007A4593"/>
    <w:rsid w:val="007A5ADC"/>
    <w:rsid w:val="007B447A"/>
    <w:rsid w:val="007B45CC"/>
    <w:rsid w:val="007C280B"/>
    <w:rsid w:val="007C4C22"/>
    <w:rsid w:val="007D1083"/>
    <w:rsid w:val="007D680A"/>
    <w:rsid w:val="007D7D13"/>
    <w:rsid w:val="007E38DC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699D"/>
    <w:rsid w:val="00835000"/>
    <w:rsid w:val="00836B0C"/>
    <w:rsid w:val="0083710F"/>
    <w:rsid w:val="00841A4D"/>
    <w:rsid w:val="00856216"/>
    <w:rsid w:val="008562F8"/>
    <w:rsid w:val="00856787"/>
    <w:rsid w:val="00856DCE"/>
    <w:rsid w:val="00857031"/>
    <w:rsid w:val="008604F3"/>
    <w:rsid w:val="0086183F"/>
    <w:rsid w:val="0086195C"/>
    <w:rsid w:val="008620B4"/>
    <w:rsid w:val="00862CC0"/>
    <w:rsid w:val="008654B6"/>
    <w:rsid w:val="00867698"/>
    <w:rsid w:val="00877E99"/>
    <w:rsid w:val="00882027"/>
    <w:rsid w:val="00885412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87705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D0025"/>
    <w:rsid w:val="009D3152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253D8"/>
    <w:rsid w:val="00A343DA"/>
    <w:rsid w:val="00A34505"/>
    <w:rsid w:val="00A366C4"/>
    <w:rsid w:val="00A36C3D"/>
    <w:rsid w:val="00A4266A"/>
    <w:rsid w:val="00A51EF2"/>
    <w:rsid w:val="00A534D4"/>
    <w:rsid w:val="00A638CF"/>
    <w:rsid w:val="00A66DA8"/>
    <w:rsid w:val="00A71AD6"/>
    <w:rsid w:val="00A7711C"/>
    <w:rsid w:val="00A77B8C"/>
    <w:rsid w:val="00A80663"/>
    <w:rsid w:val="00A826A7"/>
    <w:rsid w:val="00A83625"/>
    <w:rsid w:val="00A83C5A"/>
    <w:rsid w:val="00A92CD7"/>
    <w:rsid w:val="00A932E7"/>
    <w:rsid w:val="00A94C4A"/>
    <w:rsid w:val="00A9637A"/>
    <w:rsid w:val="00A97320"/>
    <w:rsid w:val="00AA4E6E"/>
    <w:rsid w:val="00AA5F94"/>
    <w:rsid w:val="00AA71B3"/>
    <w:rsid w:val="00AA7924"/>
    <w:rsid w:val="00AB3149"/>
    <w:rsid w:val="00AB3952"/>
    <w:rsid w:val="00AB41F1"/>
    <w:rsid w:val="00AB5BDD"/>
    <w:rsid w:val="00AC00F7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B02E7C"/>
    <w:rsid w:val="00B070FA"/>
    <w:rsid w:val="00B1604C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C51BC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4505"/>
    <w:rsid w:val="00C04A24"/>
    <w:rsid w:val="00C062B8"/>
    <w:rsid w:val="00C14137"/>
    <w:rsid w:val="00C147A5"/>
    <w:rsid w:val="00C14880"/>
    <w:rsid w:val="00C17393"/>
    <w:rsid w:val="00C250EA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2E9C"/>
    <w:rsid w:val="00C77CE4"/>
    <w:rsid w:val="00C914DC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16FA"/>
    <w:rsid w:val="00CD7D33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733F8"/>
    <w:rsid w:val="00D75151"/>
    <w:rsid w:val="00D80C78"/>
    <w:rsid w:val="00D81CC5"/>
    <w:rsid w:val="00D83BAC"/>
    <w:rsid w:val="00D83E7F"/>
    <w:rsid w:val="00D909A3"/>
    <w:rsid w:val="00D96001"/>
    <w:rsid w:val="00DA0329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17E0C"/>
    <w:rsid w:val="00E21CE4"/>
    <w:rsid w:val="00E34ACF"/>
    <w:rsid w:val="00E4128B"/>
    <w:rsid w:val="00E45847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035D"/>
    <w:rsid w:val="00EC3F7B"/>
    <w:rsid w:val="00EC631D"/>
    <w:rsid w:val="00ED2A1B"/>
    <w:rsid w:val="00ED774A"/>
    <w:rsid w:val="00EE61DD"/>
    <w:rsid w:val="00EF029F"/>
    <w:rsid w:val="00EF17C3"/>
    <w:rsid w:val="00EF71F3"/>
    <w:rsid w:val="00EF764B"/>
    <w:rsid w:val="00F00F0A"/>
    <w:rsid w:val="00F10B31"/>
    <w:rsid w:val="00F10BC8"/>
    <w:rsid w:val="00F12017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6142E"/>
    <w:rsid w:val="00F71CCC"/>
    <w:rsid w:val="00F85A21"/>
    <w:rsid w:val="00F86DE5"/>
    <w:rsid w:val="00F924C8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Heading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 Char"/>
    <w:basedOn w:val="Normal"/>
    <w:link w:val="HeaderChar"/>
    <w:rsid w:val="00085D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6022E"/>
    <w:rPr>
      <w:color w:val="0000FF"/>
      <w:u w:val="single"/>
    </w:rPr>
  </w:style>
  <w:style w:type="paragraph" w:styleId="Body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e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TableGrid">
    <w:name w:val="Table Grid"/>
    <w:basedOn w:val="Table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34505"/>
    <w:pPr>
      <w:spacing w:after="120" w:line="480" w:lineRule="auto"/>
    </w:pPr>
  </w:style>
  <w:style w:type="paragraph" w:styleId="BodyTextInden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e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Body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BodyTextInden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PageNumber">
    <w:name w:val="page number"/>
    <w:basedOn w:val="DefaultParagraphFont"/>
    <w:rsid w:val="00AD4D73"/>
  </w:style>
  <w:style w:type="paragraph" w:styleId="BodyTextInden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HeaderChar">
    <w:name w:val="Header Char"/>
    <w:aliases w:val=" Char1 Char Char"/>
    <w:basedOn w:val="DefaultParagraphFont"/>
    <w:link w:val="Header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DefaultParagraphFon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DefaultParagraphFon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EAC7-FCDD-4A25-86F0-52A1D33A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 tA4.dot</Template>
  <TotalTime>467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2826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Marius</cp:lastModifiedBy>
  <cp:revision>193</cp:revision>
  <cp:lastPrinted>2008-12-03T09:58:00Z</cp:lastPrinted>
  <dcterms:created xsi:type="dcterms:W3CDTF">2011-12-08T09:19:00Z</dcterms:created>
  <dcterms:modified xsi:type="dcterms:W3CDTF">2013-01-27T11:35:00Z</dcterms:modified>
</cp:coreProperties>
</file>